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Pr="00E960BB" w:rsidR="006E5D65" w:rsidP="002D3375" w:rsidRDefault="00997F14" w14:paraId="6C209650" wp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xmlns:wp14="http://schemas.microsoft.com/office/word/2010/wordml" w:rsidRPr="009C54AE" w:rsidR="0085747A" w:rsidP="009C54AE" w:rsidRDefault="0085747A" w14:paraId="598A8AA9" wp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xmlns:wp14="http://schemas.microsoft.com/office/word/2010/wordml" w:rsidRPr="009C54AE" w:rsidR="0085747A" w:rsidP="6C92B643" w:rsidRDefault="0071620A" w14:paraId="68243816" wp14:textId="06A0E828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6C92B643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6C92B643" w:rsidR="00D83BBE">
        <w:rPr>
          <w:rFonts w:ascii="Corbel" w:hAnsi="Corbel"/>
          <w:b w:val="1"/>
          <w:bCs w:val="1"/>
          <w:smallCaps w:val="1"/>
          <w:sz w:val="24"/>
          <w:szCs w:val="24"/>
        </w:rPr>
        <w:t xml:space="preserve"> 2020-2023</w:t>
      </w:r>
    </w:p>
    <w:p xmlns:wp14="http://schemas.microsoft.com/office/word/2010/wordml" w:rsidR="0085747A" w:rsidP="00EA4832" w:rsidRDefault="00EA4832" w14:paraId="1FEE1282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</w:t>
      </w:r>
      <w:r w:rsidR="00D83BBE">
        <w:rPr>
          <w:rFonts w:ascii="Corbel" w:hAnsi="Corbel"/>
          <w:i/>
          <w:sz w:val="24"/>
          <w:szCs w:val="24"/>
        </w:rPr>
        <w:t xml:space="preserve">        </w:t>
      </w:r>
      <w:r>
        <w:rPr>
          <w:rFonts w:ascii="Corbel" w:hAnsi="Corbel"/>
          <w:i/>
          <w:sz w:val="24"/>
          <w:szCs w:val="24"/>
        </w:rPr>
        <w:t xml:space="preserve"> 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xmlns:wp14="http://schemas.microsoft.com/office/word/2010/wordml" w:rsidR="00D83BBE" w:rsidP="00EA4832" w:rsidRDefault="00D83BBE" w14:paraId="672A6659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xmlns:wp14="http://schemas.microsoft.com/office/word/2010/wordml" w:rsidRPr="00EA4832" w:rsidR="00445970" w:rsidP="00EA4832" w:rsidRDefault="00445970" w14:paraId="726E3F30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D83BBE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 xml:space="preserve">Rok akademicki </w:t>
      </w:r>
      <w:r w:rsidR="00D83BBE">
        <w:rPr>
          <w:rFonts w:ascii="Corbel" w:hAnsi="Corbel"/>
          <w:sz w:val="20"/>
          <w:szCs w:val="20"/>
        </w:rPr>
        <w:t>2022/2023</w:t>
      </w:r>
      <w:bookmarkStart w:name="_GoBack" w:id="0"/>
      <w:bookmarkEnd w:id="0"/>
    </w:p>
    <w:p xmlns:wp14="http://schemas.microsoft.com/office/word/2010/wordml" w:rsidRPr="009C54AE" w:rsidR="0085747A" w:rsidP="009C54AE" w:rsidRDefault="0085747A" w14:paraId="0A37501D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71620A" w14:paraId="0C6E7FD4" wp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xmlns:wp14="http://schemas.microsoft.com/office/word/2010/wordml" w:rsidRPr="009C54AE" w:rsidR="0085747A" w:rsidTr="51A803A8" w14:paraId="4937C28C" wp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5970156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7592C" w14:paraId="3C1BFC73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592C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D4442">
              <w:rPr>
                <w:rFonts w:ascii="Corbel" w:hAnsi="Corbel"/>
                <w:b w:val="0"/>
                <w:sz w:val="24"/>
                <w:szCs w:val="24"/>
              </w:rPr>
              <w:t>ystem</w:t>
            </w:r>
            <w:r w:rsidR="00D83BBE">
              <w:rPr>
                <w:rFonts w:ascii="Corbel" w:hAnsi="Corbel"/>
                <w:b w:val="0"/>
                <w:sz w:val="24"/>
                <w:szCs w:val="24"/>
              </w:rPr>
              <w:t>y</w:t>
            </w:r>
            <w:r w:rsidR="006D4442">
              <w:rPr>
                <w:rFonts w:ascii="Corbel" w:hAnsi="Corbel"/>
                <w:b w:val="0"/>
                <w:sz w:val="24"/>
                <w:szCs w:val="24"/>
              </w:rPr>
              <w:t xml:space="preserve"> Ratownictwa Rzeczypospolitej Polskiej </w:t>
            </w:r>
          </w:p>
        </w:tc>
      </w:tr>
      <w:tr xmlns:wp14="http://schemas.microsoft.com/office/word/2010/wordml" w:rsidRPr="009C54AE" w:rsidR="0085747A" w:rsidTr="51A803A8" w14:paraId="1DE40A43" wp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4CA2915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7592C" w14:paraId="648EC7D4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BW36</w:t>
            </w:r>
          </w:p>
        </w:tc>
      </w:tr>
      <w:tr xmlns:wp14="http://schemas.microsoft.com/office/word/2010/wordml" w:rsidRPr="009C54AE" w:rsidR="0085747A" w:rsidTr="51A803A8" w14:paraId="5C0172EC" wp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249A5C16" wp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7592C" w14:paraId="7E3E3000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9C54AE" w:rsidR="0085747A" w:rsidTr="51A803A8" w14:paraId="0AEA36E1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A39E105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7592C" w14:paraId="74F259B7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9C54AE" w:rsidR="0085747A" w:rsidTr="51A803A8" w14:paraId="08E2BE52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B835047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7592C" w14:paraId="16FA2208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xmlns:wp14="http://schemas.microsoft.com/office/word/2010/wordml" w:rsidRPr="009C54AE" w:rsidR="0085747A" w:rsidTr="51A803A8" w14:paraId="11529C0C" wp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448A1CED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6D4442" w14:paraId="1C90E256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xmlns:wp14="http://schemas.microsoft.com/office/word/2010/wordml" w:rsidRPr="009C54AE" w:rsidR="0085747A" w:rsidTr="51A803A8" w14:paraId="77AD840C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4C0481C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7592C" w14:paraId="26323D6F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xmlns:wp14="http://schemas.microsoft.com/office/word/2010/wordml" w:rsidRPr="009C54AE" w:rsidR="0085747A" w:rsidTr="51A803A8" w14:paraId="5C70B2EB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C3992E0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7592C" w14:paraId="56B68402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xmlns:wp14="http://schemas.microsoft.com/office/word/2010/wordml" w:rsidRPr="009C54AE" w:rsidR="0085747A" w:rsidTr="51A803A8" w14:paraId="100796FD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7AAF24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6D4442" w14:paraId="2EDB39C9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rok/ VI semestr</w:t>
            </w:r>
          </w:p>
        </w:tc>
      </w:tr>
      <w:tr xmlns:wp14="http://schemas.microsoft.com/office/word/2010/wordml" w:rsidRPr="009C54AE" w:rsidR="0085747A" w:rsidTr="51A803A8" w14:paraId="349995B4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863A11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7592C" w14:paraId="4C99D588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xmlns:wp14="http://schemas.microsoft.com/office/word/2010/wordml" w:rsidRPr="009C54AE" w:rsidR="00923D7D" w:rsidTr="51A803A8" w14:paraId="26EB6C12" wp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13A990D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57592C" w14:paraId="07D1FAC9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xmlns:wp14="http://schemas.microsoft.com/office/word/2010/wordml" w:rsidRPr="009C54AE" w:rsidR="0085747A" w:rsidTr="51A803A8" w14:paraId="725D29C6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9C2AF6E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51A803A8" w:rsidRDefault="0057592C" w14:paraId="58BF7E8C" wp14:textId="7098022C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51A803A8" w:rsidR="0057592C">
              <w:rPr>
                <w:rFonts w:ascii="Corbel" w:hAnsi="Corbel"/>
                <w:b w:val="0"/>
                <w:bCs w:val="0"/>
                <w:sz w:val="24"/>
                <w:szCs w:val="24"/>
              </w:rPr>
              <w:t>dr hab. Krzysztof Żarna</w:t>
            </w:r>
          </w:p>
        </w:tc>
      </w:tr>
      <w:tr xmlns:wp14="http://schemas.microsoft.com/office/word/2010/wordml" w:rsidRPr="009C54AE" w:rsidR="0085747A" w:rsidTr="51A803A8" w14:paraId="68B780D5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71FE44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51A803A8" w:rsidRDefault="0057592C" w14:paraId="524B017F" wp14:textId="6334D364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51A803A8" w:rsidR="0057592C">
              <w:rPr>
                <w:rFonts w:ascii="Corbel" w:hAnsi="Corbel"/>
                <w:b w:val="0"/>
                <w:bCs w:val="0"/>
                <w:sz w:val="24"/>
                <w:szCs w:val="24"/>
              </w:rPr>
              <w:t>mgr Tomasz Baran</w:t>
            </w:r>
          </w:p>
        </w:tc>
      </w:tr>
    </w:tbl>
    <w:p xmlns:wp14="http://schemas.microsoft.com/office/word/2010/wordml" w:rsidRPr="009C54AE" w:rsidR="0085747A" w:rsidP="009C54AE" w:rsidRDefault="0085747A" w14:paraId="57A64E18" wp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xmlns:wp14="http://schemas.microsoft.com/office/word/2010/wordml" w:rsidRPr="009C54AE" w:rsidR="00923D7D" w:rsidP="009C54AE" w:rsidRDefault="00923D7D" w14:paraId="5DAB6C7B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85747A" w14:paraId="7E0A0F74" wp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xmlns:wp14="http://schemas.microsoft.com/office/word/2010/wordml" w:rsidRPr="009C54AE" w:rsidR="00923D7D" w:rsidP="009C54AE" w:rsidRDefault="00923D7D" w14:paraId="02EB378F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xmlns:wp14="http://schemas.microsoft.com/office/word/2010/wordml" w:rsidRPr="009C54AE" w:rsidR="00015B8F" w:rsidTr="00C766DF" w14:paraId="4A00F406" wp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493A0CA5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64C63F3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860AB2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46F369B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09DDAD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AB6E05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B273B9D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3A8E3D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9FA399F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B5B1B4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474E17E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xmlns:wp14="http://schemas.microsoft.com/office/word/2010/wordml" w:rsidRPr="009C54AE" w:rsidR="00015B8F" w:rsidTr="00C766DF" w14:paraId="377FDF73" wp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471586" w14:paraId="345A8E22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A05A80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A39BBE3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B72748" w14:paraId="33CFEC6B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1C8F39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2A3D3E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D0B940D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E27B00A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0061E4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471586" w14:paraId="18F999B5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Pr="009C54AE" w:rsidR="00923D7D" w:rsidP="009C54AE" w:rsidRDefault="00923D7D" w14:paraId="44EAFD9C" wp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923D7D" w:rsidP="009C54AE" w:rsidRDefault="00923D7D" w14:paraId="4B94D5A5" wp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85747A" w:rsidP="00F83B28" w:rsidRDefault="0085747A" w14:paraId="7713D631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xmlns:wp14="http://schemas.microsoft.com/office/word/2010/wordml" w:rsidRPr="009C54AE" w:rsidR="0085747A" w:rsidP="00F83B28" w:rsidRDefault="00471586" w14:paraId="1DD88E3C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>☒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xmlns:wp14="http://schemas.microsoft.com/office/word/2010/wordml" w:rsidRPr="009C54AE" w:rsidR="0085747A" w:rsidP="00F83B28" w:rsidRDefault="0085747A" w14:paraId="386692D9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xmlns:wp14="http://schemas.microsoft.com/office/word/2010/wordml" w:rsidRPr="009C54AE" w:rsidR="0085747A" w:rsidP="009C54AE" w:rsidRDefault="0085747A" w14:paraId="3DEEC669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E22FBC" w:rsidP="00F83B28" w:rsidRDefault="00E22FBC" w14:paraId="35295C78" wp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4872EF">
        <w:rPr>
          <w:rFonts w:ascii="Corbel" w:hAnsi="Corbel"/>
          <w:b w:val="0"/>
          <w:smallCaps w:val="0"/>
          <w:szCs w:val="24"/>
          <w:u w:val="single"/>
        </w:rPr>
        <w:t>zaliczenie z oceną,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bez oceny)</w:t>
      </w:r>
    </w:p>
    <w:p xmlns:wp14="http://schemas.microsoft.com/office/word/2010/wordml" w:rsidR="009C54AE" w:rsidP="009C54AE" w:rsidRDefault="009C54AE" w14:paraId="3656B9AB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="00E960BB" w:rsidP="009C54AE" w:rsidRDefault="00E960BB" w14:paraId="45FB0818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E960BB" w:rsidP="009C54AE" w:rsidRDefault="0085747A" w14:paraId="261BAAD1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9C54AE" w:rsidR="0085747A" w:rsidTr="6C92B643" w14:paraId="3BA0ECD5" wp14:textId="77777777">
        <w:tc>
          <w:tcPr>
            <w:tcW w:w="9670" w:type="dxa"/>
            <w:tcMar/>
          </w:tcPr>
          <w:p w:rsidRPr="009C54AE" w:rsidR="0085747A" w:rsidP="6C92B643" w:rsidRDefault="00471586" w14:paraId="5C24DDDB" wp14:textId="520A8840">
            <w:pPr>
              <w:pStyle w:val="Punktygwne"/>
              <w:spacing w:before="40" w:after="4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6C92B643" w:rsidR="0047158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Ogólna wiedza na temat działania służb ratowniczych w Polsce i systemów bezpieczeństwa państwa.</w:t>
            </w:r>
          </w:p>
        </w:tc>
      </w:tr>
    </w:tbl>
    <w:p xmlns:wp14="http://schemas.microsoft.com/office/word/2010/wordml" w:rsidR="00153C41" w:rsidP="009C54AE" w:rsidRDefault="00153C41" w14:paraId="049F31CB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="006D4442" w:rsidP="009C54AE" w:rsidRDefault="006D4442" w14:paraId="53128261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C05F44" w:rsidR="0085747A" w:rsidP="009C54AE" w:rsidRDefault="0071620A" w14:paraId="7DB6D4EE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xmlns:wp14="http://schemas.microsoft.com/office/word/2010/wordml" w:rsidRPr="00C05F44" w:rsidR="0085747A" w:rsidP="009C54AE" w:rsidRDefault="0085747A" w14:paraId="62486C05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="0085747A" w:rsidP="009C54AE" w:rsidRDefault="0071620A" w14:paraId="04643D83" wp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xmlns:wp14="http://schemas.microsoft.com/office/word/2010/wordml" w:rsidRPr="009C54AE" w:rsidR="00F83B28" w:rsidP="009C54AE" w:rsidRDefault="00F83B28" w14:paraId="4101652C" wp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xmlns:wp14="http://schemas.microsoft.com/office/word/2010/wordml" w:rsidRPr="009C54AE" w:rsidR="00471586" w:rsidTr="6C92B643" w14:paraId="72FA5DF9" wp14:textId="77777777">
        <w:tc>
          <w:tcPr>
            <w:tcW w:w="851" w:type="dxa"/>
            <w:tcMar/>
            <w:vAlign w:val="center"/>
          </w:tcPr>
          <w:p w:rsidRPr="009C54AE" w:rsidR="00471586" w:rsidP="00471586" w:rsidRDefault="00471586" w14:paraId="5372B5A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Mar/>
            <w:vAlign w:val="center"/>
          </w:tcPr>
          <w:p w:rsidRPr="006D4442" w:rsidR="00471586" w:rsidP="006D4442" w:rsidRDefault="00471586" w14:paraId="0A23E25A" wp14:textId="09903480">
            <w:pPr>
              <w:autoSpaceDE w:val="0"/>
              <w:autoSpaceDN w:val="0"/>
              <w:adjustRightInd w:val="0"/>
              <w:spacing w:after="0" w:line="240" w:lineRule="auto"/>
              <w:ind w:left="174"/>
              <w:jc w:val="both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 w:rsidRPr="6C92B643" w:rsidR="00471586">
              <w:rPr>
                <w:rFonts w:ascii="Corbel" w:hAnsi="Corbel"/>
                <w:color w:val="000000" w:themeColor="text1" w:themeTint="FF" w:themeShade="FF"/>
                <w:sz w:val="24"/>
                <w:szCs w:val="24"/>
                <w:lang w:eastAsia="pl-PL"/>
              </w:rPr>
              <w:t xml:space="preserve">Przekazanie studentom wiedzy w zakresie zasad organizacji, funkcjonowania i  finansowania systemu ratownictwa w Polsce. </w:t>
            </w:r>
          </w:p>
          <w:p w:rsidRPr="006D4442" w:rsidR="00471586" w:rsidP="006D4442" w:rsidRDefault="00471586" w14:paraId="4B99056E" wp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xmlns:wp14="http://schemas.microsoft.com/office/word/2010/wordml" w:rsidRPr="009C54AE" w:rsidR="00471586" w:rsidTr="6C92B643" w14:paraId="3F5FE71B" wp14:textId="77777777">
        <w:tc>
          <w:tcPr>
            <w:tcW w:w="851" w:type="dxa"/>
            <w:tcMar/>
            <w:vAlign w:val="center"/>
          </w:tcPr>
          <w:p w:rsidRPr="009C54AE" w:rsidR="00471586" w:rsidP="00471586" w:rsidRDefault="00471586" w14:paraId="550CF7E8" wp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Mar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603"/>
            </w:tblGrid>
            <w:tr w:rsidRPr="006D4442" w:rsidR="00471586" w:rsidTr="00F276A8" w14:paraId="4598402B" wp14:textId="77777777">
              <w:trPr>
                <w:trHeight w:val="527"/>
              </w:trPr>
              <w:tc>
                <w:tcPr>
                  <w:tcW w:w="0" w:type="auto"/>
                </w:tcPr>
                <w:p w:rsidRPr="006D4442" w:rsidR="00471586" w:rsidP="006D4442" w:rsidRDefault="00471586" w14:paraId="429FAD29" wp14:textId="7777777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6D4442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Zapoznanie studentów ze specyfiką prowadzenia akcji ratunkowej w przypadku wypadku i katastrofy. </w:t>
                  </w:r>
                </w:p>
                <w:p w:rsidRPr="006D4442" w:rsidR="00471586" w:rsidP="006D4442" w:rsidRDefault="00471586" w14:paraId="1299C43A" wp14:textId="7777777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Pr="006D4442" w:rsidR="00471586" w:rsidP="006D4442" w:rsidRDefault="00471586" w14:paraId="4DDBEF00" wp14:textId="77777777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xmlns:wp14="http://schemas.microsoft.com/office/word/2010/wordml" w:rsidRPr="009C54AE" w:rsidR="00471586" w:rsidTr="6C92B643" w14:paraId="6A395EF6" wp14:textId="77777777">
        <w:tc>
          <w:tcPr>
            <w:tcW w:w="851" w:type="dxa"/>
            <w:tcMar/>
            <w:vAlign w:val="center"/>
          </w:tcPr>
          <w:p w:rsidRPr="009C54AE" w:rsidR="00471586" w:rsidP="00471586" w:rsidRDefault="00471586" w14:paraId="53C0B3C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tcMar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603"/>
            </w:tblGrid>
            <w:tr w:rsidRPr="006D4442" w:rsidR="00471586" w:rsidTr="00F276A8" w14:paraId="52DCA8BE" wp14:textId="77777777">
              <w:trPr>
                <w:trHeight w:val="227"/>
              </w:trPr>
              <w:tc>
                <w:tcPr>
                  <w:tcW w:w="0" w:type="auto"/>
                </w:tcPr>
                <w:p w:rsidRPr="006D4442" w:rsidR="00471586" w:rsidP="006D4442" w:rsidRDefault="00471586" w14:paraId="33A586BC" wp14:textId="7777777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6D4442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Zapoznanie studentów z uprawnieniami i kompetencjami organów administracji publicznej w sytuacjach zagrożeń. </w:t>
                  </w:r>
                </w:p>
                <w:p w:rsidRPr="006D4442" w:rsidR="00471586" w:rsidP="006D4442" w:rsidRDefault="00471586" w14:paraId="3461D779" wp14:textId="7777777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Pr="006D4442" w:rsidR="00471586" w:rsidP="006D4442" w:rsidRDefault="00471586" w14:paraId="3CF2D8B6" wp14:textId="77777777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Corbel" w:hAnsi="Corbel"/>
                <w:b/>
                <w:sz w:val="24"/>
                <w:szCs w:val="24"/>
              </w:rPr>
            </w:pPr>
          </w:p>
        </w:tc>
      </w:tr>
    </w:tbl>
    <w:p xmlns:wp14="http://schemas.microsoft.com/office/word/2010/wordml" w:rsidRPr="009C54AE" w:rsidR="0085747A" w:rsidP="009C54AE" w:rsidRDefault="0085747A" w14:paraId="0FB78278" wp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xmlns:wp14="http://schemas.microsoft.com/office/word/2010/wordml" w:rsidRPr="009C54AE" w:rsidR="001D7B54" w:rsidP="009C54AE" w:rsidRDefault="009F4610" w14:paraId="47F42425" wp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xmlns:wp14="http://schemas.microsoft.com/office/word/2010/wordml" w:rsidRPr="009C54AE" w:rsidR="001D7B54" w:rsidP="009C54AE" w:rsidRDefault="001D7B54" w14:paraId="1FC39945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xmlns:wp14="http://schemas.microsoft.com/office/word/2010/wordml" w:rsidRPr="009C54AE" w:rsidR="0085747A" w:rsidTr="0071620A" w14:paraId="61F38664" wp14:textId="77777777">
        <w:tc>
          <w:tcPr>
            <w:tcW w:w="1701" w:type="dxa"/>
            <w:vAlign w:val="center"/>
          </w:tcPr>
          <w:p w:rsidRPr="009C54AE" w:rsidR="0085747A" w:rsidP="009C54AE" w:rsidRDefault="0085747A" w14:paraId="41C145ED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1DEC5602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6D4442" w:rsidR="0085747A" w:rsidP="006D4442" w:rsidRDefault="0085747A" w14:paraId="1F352D2E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D444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6D4442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xmlns:wp14="http://schemas.microsoft.com/office/word/2010/wordml" w:rsidRPr="009C54AE" w:rsidR="00471586" w:rsidTr="005E6E85" w14:paraId="325AC192" wp14:textId="77777777">
        <w:tc>
          <w:tcPr>
            <w:tcW w:w="1701" w:type="dxa"/>
          </w:tcPr>
          <w:p w:rsidRPr="009C54AE" w:rsidR="00471586" w:rsidP="00471586" w:rsidRDefault="00471586" w14:paraId="4FCA59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6D4442" w:rsidR="00471586" w:rsidP="006D4442" w:rsidRDefault="00471586" w14:paraId="0ED4377B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D4442">
              <w:rPr>
                <w:rFonts w:ascii="Corbel" w:hAnsi="Corbel"/>
                <w:b w:val="0"/>
                <w:smallCaps w:val="0"/>
                <w:szCs w:val="24"/>
              </w:rPr>
              <w:t>Identyfikuje zagrożenia bezpieczeństwa w skali lokalnej, regionalnej, narodowej i globalnej</w:t>
            </w:r>
            <w:r w:rsidR="006D444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Pr="006D4442" w:rsidR="00471586" w:rsidP="006D4442" w:rsidRDefault="00471586" w14:paraId="223BB374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D4442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xmlns:wp14="http://schemas.microsoft.com/office/word/2010/wordml" w:rsidRPr="009C54AE" w:rsidR="00471586" w:rsidTr="005E6E85" w14:paraId="2A2D9AF7" wp14:textId="77777777">
        <w:tc>
          <w:tcPr>
            <w:tcW w:w="1701" w:type="dxa"/>
          </w:tcPr>
          <w:p w:rsidRPr="009C54AE" w:rsidR="00471586" w:rsidP="00471586" w:rsidRDefault="00471586" w14:paraId="56A76B1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6D4442" w:rsidR="00471586" w:rsidP="006D4442" w:rsidRDefault="00471586" w14:paraId="2CA49A9D" wp14:textId="77777777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</w:rPr>
            </w:pPr>
            <w:r w:rsidRPr="006D4442">
              <w:rPr>
                <w:rFonts w:ascii="Corbel" w:hAnsi="Corbel"/>
                <w:sz w:val="24"/>
              </w:rPr>
              <w:t>Zna zasady udzielania pierwszej pomocy oraz pomocy przedlekarskiej</w:t>
            </w:r>
            <w:r w:rsidR="006D4442">
              <w:rPr>
                <w:rFonts w:ascii="Corbel" w:hAnsi="Corbel"/>
                <w:sz w:val="24"/>
              </w:rPr>
              <w:t>.</w:t>
            </w:r>
          </w:p>
        </w:tc>
        <w:tc>
          <w:tcPr>
            <w:tcW w:w="1873" w:type="dxa"/>
          </w:tcPr>
          <w:p w:rsidRPr="006D4442" w:rsidR="00471586" w:rsidP="006D4442" w:rsidRDefault="00471586" w14:paraId="698E63CA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D4442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xmlns:wp14="http://schemas.microsoft.com/office/word/2010/wordml" w:rsidRPr="009C54AE" w:rsidR="00471586" w:rsidTr="005E6E85" w14:paraId="6E56B883" wp14:textId="77777777">
        <w:tc>
          <w:tcPr>
            <w:tcW w:w="1701" w:type="dxa"/>
          </w:tcPr>
          <w:p w:rsidRPr="009C54AE" w:rsidR="00471586" w:rsidP="00471586" w:rsidRDefault="00471586" w14:paraId="4196080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Pr="006D4442" w:rsidR="00471586" w:rsidP="006D4442" w:rsidRDefault="00471586" w14:paraId="21819339" wp14:textId="77777777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D4442">
              <w:rPr>
                <w:rFonts w:ascii="Corbel" w:hAnsi="Corbel"/>
                <w:sz w:val="24"/>
                <w:szCs w:val="24"/>
              </w:rPr>
              <w:t>Zna podstawowe zasady organizowania i nadzorowania służb ochrony</w:t>
            </w:r>
            <w:r w:rsidR="006D444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Pr="006D4442" w:rsidR="00471586" w:rsidP="006D4442" w:rsidRDefault="00471586" w14:paraId="60E101E9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D4442"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xmlns:wp14="http://schemas.microsoft.com/office/word/2010/wordml" w:rsidRPr="009C54AE" w:rsidR="00471586" w:rsidTr="005E6E85" w14:paraId="2E1950D7" wp14:textId="77777777">
        <w:tc>
          <w:tcPr>
            <w:tcW w:w="1701" w:type="dxa"/>
          </w:tcPr>
          <w:p w:rsidRPr="009C54AE" w:rsidR="00471586" w:rsidP="00471586" w:rsidRDefault="00471586" w14:paraId="78C3198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:rsidRPr="006D4442" w:rsidR="00471586" w:rsidP="006D4442" w:rsidRDefault="00471586" w14:paraId="47DC743F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D4442">
              <w:rPr>
                <w:rFonts w:ascii="Corbel" w:hAnsi="Corbel"/>
                <w:b w:val="0"/>
                <w:smallCaps w:val="0"/>
                <w:szCs w:val="24"/>
              </w:rPr>
              <w:t>Interpretuje i stosuje akty prawne, szczególnie w obszarze bezpieczeństwa wewnętrznego</w:t>
            </w:r>
            <w:r w:rsidR="006D444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Pr="006D4442" w:rsidR="00471586" w:rsidP="006D4442" w:rsidRDefault="00471586" w14:paraId="3CFCD0C1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D4442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xmlns:wp14="http://schemas.microsoft.com/office/word/2010/wordml" w:rsidRPr="009C54AE" w:rsidR="00471586" w:rsidTr="005E6E85" w14:paraId="1DA25973" wp14:textId="77777777">
        <w:tc>
          <w:tcPr>
            <w:tcW w:w="1701" w:type="dxa"/>
          </w:tcPr>
          <w:p w:rsidRPr="009C54AE" w:rsidR="00471586" w:rsidP="00471586" w:rsidRDefault="00471586" w14:paraId="7435726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:rsidRPr="006D4442" w:rsidR="00471586" w:rsidP="006D4442" w:rsidRDefault="00471586" w14:paraId="129F4281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D4442">
              <w:rPr>
                <w:rFonts w:ascii="Corbel" w:hAnsi="Corbel"/>
                <w:b w:val="0"/>
                <w:smallCaps w:val="0"/>
                <w:szCs w:val="24"/>
              </w:rPr>
              <w:t>Potrafi kierować procesami bezpieczeństwa w</w:t>
            </w:r>
            <w:r w:rsidR="006D4442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6D4442">
              <w:rPr>
                <w:rFonts w:ascii="Corbel" w:hAnsi="Corbel"/>
                <w:b w:val="0"/>
                <w:smallCaps w:val="0"/>
                <w:szCs w:val="24"/>
              </w:rPr>
              <w:t>administracji państwowej i samorządowej, szczególnie w zakresie zarządzania kryzysowego</w:t>
            </w:r>
            <w:r w:rsidR="006D444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Pr="006D4442" w:rsidR="00471586" w:rsidP="006D4442" w:rsidRDefault="00471586" w14:paraId="648FFC28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D4442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xmlns:wp14="http://schemas.microsoft.com/office/word/2010/wordml" w:rsidRPr="009C54AE" w:rsidR="00471586" w:rsidTr="005E6E85" w14:paraId="7924DABE" wp14:textId="77777777">
        <w:tc>
          <w:tcPr>
            <w:tcW w:w="1701" w:type="dxa"/>
          </w:tcPr>
          <w:p w:rsidRPr="009C54AE" w:rsidR="00471586" w:rsidP="00471586" w:rsidRDefault="00471586" w14:paraId="139A521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096" w:type="dxa"/>
          </w:tcPr>
          <w:p w:rsidRPr="006D4442" w:rsidR="00471586" w:rsidP="006D4442" w:rsidRDefault="00471586" w14:paraId="40008493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D4442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Jest przygotowany do aktywnego uczestnictwa w życiu społecznym, politycznym i zawodowym na poziomie lokalnym i regionalnym, w tym w specjalistycznych służbach, inspekcjach i strażach.</w:t>
            </w:r>
          </w:p>
        </w:tc>
        <w:tc>
          <w:tcPr>
            <w:tcW w:w="1873" w:type="dxa"/>
          </w:tcPr>
          <w:p w:rsidRPr="006D4442" w:rsidR="00471586" w:rsidP="006D4442" w:rsidRDefault="00471586" w14:paraId="54E3E2D9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D4442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xmlns:wp14="http://schemas.microsoft.com/office/word/2010/wordml" w:rsidRPr="009C54AE" w:rsidR="0085747A" w:rsidP="009C54AE" w:rsidRDefault="0085747A" w14:paraId="0562CB0E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471586" w:rsidR="0085747A" w:rsidP="00471586" w:rsidRDefault="00675843" w14:paraId="44E1D115" wp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xmlns:wp14="http://schemas.microsoft.com/office/word/2010/wordml" w:rsidRPr="009C54AE" w:rsidR="0085747A" w:rsidP="009C54AE" w:rsidRDefault="0085747A" w14:paraId="25513626" wp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xmlns:wp14="http://schemas.microsoft.com/office/word/2010/wordml" w:rsidRPr="009C54AE" w:rsidR="0085747A" w:rsidP="009C54AE" w:rsidRDefault="0085747A" w14:paraId="34CE0A41" wp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903"/>
      </w:tblGrid>
      <w:tr xmlns:wp14="http://schemas.microsoft.com/office/word/2010/wordml" w:rsidRPr="00783A48" w:rsidR="00471586" w:rsidTr="00F276A8" w14:paraId="587EA2A8" wp14:textId="77777777">
        <w:tc>
          <w:tcPr>
            <w:tcW w:w="7903" w:type="dxa"/>
          </w:tcPr>
          <w:p w:rsidRPr="00471586" w:rsidR="00471586" w:rsidP="00F276A8" w:rsidRDefault="00471586" w14:paraId="35113026" wp14:textId="77777777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b/>
                <w:sz w:val="24"/>
                <w:szCs w:val="24"/>
              </w:rPr>
            </w:pPr>
            <w:r w:rsidRPr="00471586">
              <w:rPr>
                <w:rFonts w:ascii="Times New Roman" w:hAnsi="Times New Roman"/>
                <w:b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783A48" w:rsidR="00471586" w:rsidTr="00F276A8" w14:paraId="02AE376D" wp14:textId="77777777">
        <w:trPr>
          <w:trHeight w:val="679"/>
        </w:trPr>
        <w:tc>
          <w:tcPr>
            <w:tcW w:w="7903" w:type="dxa"/>
          </w:tcPr>
          <w:p w:rsidRPr="006D4442" w:rsidR="00471586" w:rsidP="006D4442" w:rsidRDefault="00471586" w14:paraId="7FA27F16" wp14:textId="77777777">
            <w:pPr>
              <w:autoSpaceDE w:val="0"/>
              <w:autoSpaceDN w:val="0"/>
              <w:adjustRightInd w:val="0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D4442">
              <w:rPr>
                <w:rFonts w:ascii="Corbel" w:hAnsi="Corbel"/>
                <w:sz w:val="24"/>
                <w:szCs w:val="24"/>
              </w:rPr>
              <w:t>Pojęcie i miejsce ratownictwa w systemie bezpieczeństwa</w:t>
            </w:r>
            <w:r w:rsidRPr="006D4442">
              <w:rPr>
                <w:rFonts w:ascii="Corbel" w:hAnsi="Corbel"/>
                <w:sz w:val="24"/>
                <w:szCs w:val="24"/>
                <w:lang w:eastAsia="pl-PL"/>
              </w:rPr>
              <w:t>. Krajowy system ratowniczy.</w:t>
            </w:r>
          </w:p>
        </w:tc>
      </w:tr>
      <w:tr xmlns:wp14="http://schemas.microsoft.com/office/word/2010/wordml" w:rsidRPr="00783A48" w:rsidR="00471586" w:rsidTr="00F276A8" w14:paraId="0C671040" wp14:textId="77777777">
        <w:trPr>
          <w:trHeight w:val="691"/>
        </w:trPr>
        <w:tc>
          <w:tcPr>
            <w:tcW w:w="7903" w:type="dxa"/>
          </w:tcPr>
          <w:p w:rsidRPr="006D4442" w:rsidR="00471586" w:rsidP="006D4442" w:rsidRDefault="00471586" w14:paraId="36739DBB" wp14:textId="77777777">
            <w:pPr>
              <w:autoSpaceDE w:val="0"/>
              <w:autoSpaceDN w:val="0"/>
              <w:adjustRightInd w:val="0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D4442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Organizacja i funkcjonowanie systemu Zintegrowanego Ratownictwa w</w:t>
            </w:r>
            <w:r w:rsidR="006D4442">
              <w:rPr>
                <w:rFonts w:ascii="Corbel" w:hAnsi="Corbel"/>
                <w:sz w:val="24"/>
                <w:szCs w:val="24"/>
                <w:lang w:eastAsia="pl-PL"/>
              </w:rPr>
              <w:t> </w:t>
            </w:r>
            <w:r w:rsidRPr="006D4442">
              <w:rPr>
                <w:rFonts w:ascii="Corbel" w:hAnsi="Corbel"/>
                <w:sz w:val="24"/>
                <w:szCs w:val="24"/>
                <w:lang w:eastAsia="pl-PL"/>
              </w:rPr>
              <w:t>Polsce. Akty prawne regulujące funkcjonowanie systemu.</w:t>
            </w:r>
          </w:p>
        </w:tc>
      </w:tr>
      <w:tr xmlns:wp14="http://schemas.microsoft.com/office/word/2010/wordml" w:rsidRPr="00783A48" w:rsidR="00471586" w:rsidTr="00F276A8" w14:paraId="500EA937" wp14:textId="77777777">
        <w:trPr>
          <w:trHeight w:val="691"/>
        </w:trPr>
        <w:tc>
          <w:tcPr>
            <w:tcW w:w="7903" w:type="dxa"/>
          </w:tcPr>
          <w:p w:rsidRPr="006D4442" w:rsidR="00471586" w:rsidP="006D4442" w:rsidRDefault="00471586" w14:paraId="25DCAD46" wp14:textId="77777777">
            <w:pPr>
              <w:autoSpaceDE w:val="0"/>
              <w:autoSpaceDN w:val="0"/>
              <w:adjustRightInd w:val="0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D4442">
              <w:rPr>
                <w:rFonts w:ascii="Corbel" w:hAnsi="Corbel"/>
                <w:sz w:val="24"/>
                <w:szCs w:val="24"/>
                <w:lang w:eastAsia="pl-PL"/>
              </w:rPr>
              <w:t>Krajowy System Ratowniczo-Gaśniczy; regulacje prawne, zasady funkcjonowania.</w:t>
            </w:r>
          </w:p>
        </w:tc>
      </w:tr>
      <w:tr xmlns:wp14="http://schemas.microsoft.com/office/word/2010/wordml" w:rsidRPr="00783A48" w:rsidR="00471586" w:rsidTr="00F276A8" w14:paraId="1079524A" wp14:textId="77777777">
        <w:trPr>
          <w:trHeight w:val="689"/>
        </w:trPr>
        <w:tc>
          <w:tcPr>
            <w:tcW w:w="7903" w:type="dxa"/>
          </w:tcPr>
          <w:p w:rsidRPr="006D4442" w:rsidR="00471586" w:rsidP="006D4442" w:rsidRDefault="00471586" w14:paraId="0256E49E" wp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D4442">
              <w:rPr>
                <w:rFonts w:ascii="Corbel" w:hAnsi="Corbel"/>
                <w:sz w:val="24"/>
                <w:szCs w:val="24"/>
                <w:lang w:eastAsia="pl-PL"/>
              </w:rPr>
              <w:t>Systemy ratownictwa medycznego na świecie. Organizacja ratownictwa w</w:t>
            </w:r>
            <w:r w:rsidR="006D4442">
              <w:rPr>
                <w:rFonts w:ascii="Corbel" w:hAnsi="Corbel"/>
                <w:sz w:val="24"/>
                <w:szCs w:val="24"/>
                <w:lang w:eastAsia="pl-PL"/>
              </w:rPr>
              <w:t> </w:t>
            </w:r>
            <w:r w:rsidRPr="006D4442">
              <w:rPr>
                <w:rFonts w:ascii="Corbel" w:hAnsi="Corbel"/>
                <w:sz w:val="24"/>
                <w:szCs w:val="24"/>
                <w:lang w:eastAsia="pl-PL"/>
              </w:rPr>
              <w:t>wybranych państwach.</w:t>
            </w:r>
          </w:p>
        </w:tc>
      </w:tr>
      <w:tr xmlns:wp14="http://schemas.microsoft.com/office/word/2010/wordml" w:rsidRPr="00783A48" w:rsidR="00471586" w:rsidTr="00F276A8" w14:paraId="16987456" wp14:textId="77777777">
        <w:trPr>
          <w:trHeight w:val="701"/>
        </w:trPr>
        <w:tc>
          <w:tcPr>
            <w:tcW w:w="7903" w:type="dxa"/>
          </w:tcPr>
          <w:p w:rsidRPr="006D4442" w:rsidR="00471586" w:rsidP="006D4442" w:rsidRDefault="00471586" w14:paraId="15D2913D" wp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D4442">
              <w:rPr>
                <w:rFonts w:ascii="Corbel" w:hAnsi="Corbel"/>
                <w:sz w:val="24"/>
                <w:szCs w:val="24"/>
                <w:lang w:eastAsia="pl-PL"/>
              </w:rPr>
              <w:t>System Ratownictwa Medycznego w Polsce; regulacje prawne, zasady funkcjonowania</w:t>
            </w:r>
          </w:p>
        </w:tc>
      </w:tr>
      <w:tr xmlns:wp14="http://schemas.microsoft.com/office/word/2010/wordml" w:rsidRPr="00783A48" w:rsidR="00471586" w:rsidTr="00F276A8" w14:paraId="79E3B750" wp14:textId="77777777">
        <w:trPr>
          <w:trHeight w:val="333"/>
        </w:trPr>
        <w:tc>
          <w:tcPr>
            <w:tcW w:w="7903" w:type="dxa"/>
          </w:tcPr>
          <w:p w:rsidRPr="006D4442" w:rsidR="00471586" w:rsidP="006D4442" w:rsidRDefault="00471586" w14:paraId="5ED2A776" wp14:textId="77777777">
            <w:pPr>
              <w:autoSpaceDE w:val="0"/>
              <w:autoSpaceDN w:val="0"/>
              <w:adjustRightInd w:val="0"/>
              <w:jc w:val="both"/>
              <w:rPr>
                <w:rFonts w:ascii="Corbel" w:hAnsi="Corbel"/>
                <w:sz w:val="24"/>
                <w:szCs w:val="24"/>
              </w:rPr>
            </w:pPr>
            <w:r w:rsidRPr="006D4442">
              <w:rPr>
                <w:rFonts w:ascii="Corbel" w:hAnsi="Corbel"/>
                <w:sz w:val="24"/>
                <w:szCs w:val="24"/>
                <w:lang w:eastAsia="pl-PL"/>
              </w:rPr>
              <w:t>Szpitalne Oddziały Ratunkowe - organizacja, zadania, funkcjonowanie.</w:t>
            </w:r>
          </w:p>
        </w:tc>
      </w:tr>
      <w:tr xmlns:wp14="http://schemas.microsoft.com/office/word/2010/wordml" w:rsidRPr="00783A48" w:rsidR="00471586" w:rsidTr="00F276A8" w14:paraId="79F65E5C" wp14:textId="77777777">
        <w:trPr>
          <w:trHeight w:val="463"/>
        </w:trPr>
        <w:tc>
          <w:tcPr>
            <w:tcW w:w="7903" w:type="dxa"/>
          </w:tcPr>
          <w:p w:rsidRPr="006D4442" w:rsidR="00471586" w:rsidP="006D4442" w:rsidRDefault="00471586" w14:paraId="426EBEB2" wp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D4442">
              <w:rPr>
                <w:rFonts w:ascii="Corbel" w:hAnsi="Corbel"/>
                <w:sz w:val="24"/>
                <w:szCs w:val="24"/>
                <w:lang w:eastAsia="pl-PL"/>
              </w:rPr>
              <w:t xml:space="preserve">Centra Powiadamiania Ratunkowego - organizacja, zadania, funkcjonowanie. </w:t>
            </w:r>
          </w:p>
        </w:tc>
      </w:tr>
      <w:tr xmlns:wp14="http://schemas.microsoft.com/office/word/2010/wordml" w:rsidRPr="00783A48" w:rsidR="00471586" w:rsidTr="00F276A8" w14:paraId="06B5EAAC" wp14:textId="77777777">
        <w:trPr>
          <w:trHeight w:val="683"/>
        </w:trPr>
        <w:tc>
          <w:tcPr>
            <w:tcW w:w="7903" w:type="dxa"/>
          </w:tcPr>
          <w:p w:rsidRPr="006D4442" w:rsidR="00471586" w:rsidP="006D4442" w:rsidRDefault="00471586" w14:paraId="15315BF1" wp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D4442">
              <w:rPr>
                <w:rFonts w:ascii="Corbel" w:hAnsi="Corbel"/>
                <w:sz w:val="24"/>
                <w:szCs w:val="24"/>
                <w:lang w:eastAsia="pl-PL"/>
              </w:rPr>
              <w:t>Rola i zadania lekarza koordynatora ratownictwa medycznego i dyspozytora w systemie ratownictwa medycznego.</w:t>
            </w:r>
          </w:p>
        </w:tc>
      </w:tr>
      <w:tr xmlns:wp14="http://schemas.microsoft.com/office/word/2010/wordml" w:rsidRPr="00783A48" w:rsidR="00471586" w:rsidTr="00F276A8" w14:paraId="17DAB4B3" wp14:textId="77777777">
        <w:trPr>
          <w:trHeight w:val="702"/>
        </w:trPr>
        <w:tc>
          <w:tcPr>
            <w:tcW w:w="7903" w:type="dxa"/>
          </w:tcPr>
          <w:p w:rsidRPr="006D4442" w:rsidR="00471586" w:rsidP="006D4442" w:rsidRDefault="00471586" w14:paraId="18968FE3" wp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D4442">
              <w:rPr>
                <w:rFonts w:ascii="Corbel" w:hAnsi="Corbel"/>
                <w:sz w:val="24"/>
                <w:szCs w:val="24"/>
                <w:lang w:eastAsia="pl-PL"/>
              </w:rPr>
              <w:t xml:space="preserve">Rola lekarza systemu, pielęgniarski systemu i ratownika medycznego w systemie PRM. </w:t>
            </w:r>
          </w:p>
        </w:tc>
      </w:tr>
      <w:tr xmlns:wp14="http://schemas.microsoft.com/office/word/2010/wordml" w:rsidRPr="00783A48" w:rsidR="00471586" w:rsidTr="00F276A8" w14:paraId="1321715C" wp14:textId="77777777">
        <w:trPr>
          <w:trHeight w:val="465"/>
        </w:trPr>
        <w:tc>
          <w:tcPr>
            <w:tcW w:w="7903" w:type="dxa"/>
          </w:tcPr>
          <w:p w:rsidRPr="006D4442" w:rsidR="00471586" w:rsidP="006D4442" w:rsidRDefault="00471586" w14:paraId="7BCD3228" wp14:textId="77777777">
            <w:pPr>
              <w:autoSpaceDE w:val="0"/>
              <w:autoSpaceDN w:val="0"/>
              <w:adjustRightInd w:val="0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D4442">
              <w:rPr>
                <w:rFonts w:ascii="Corbel" w:hAnsi="Corbel"/>
                <w:sz w:val="24"/>
                <w:szCs w:val="24"/>
                <w:lang w:eastAsia="pl-PL"/>
              </w:rPr>
              <w:t>Organizacja i funkcjonowanie Lotniczego Pogotowia Ratunkowego.</w:t>
            </w:r>
          </w:p>
        </w:tc>
      </w:tr>
      <w:tr xmlns:wp14="http://schemas.microsoft.com/office/word/2010/wordml" w:rsidRPr="00783A48" w:rsidR="00471586" w:rsidTr="00F276A8" w14:paraId="5714903C" wp14:textId="77777777">
        <w:trPr>
          <w:trHeight w:val="749"/>
        </w:trPr>
        <w:tc>
          <w:tcPr>
            <w:tcW w:w="7903" w:type="dxa"/>
          </w:tcPr>
          <w:p w:rsidRPr="006D4442" w:rsidR="00471586" w:rsidP="006D4442" w:rsidRDefault="00471586" w14:paraId="5855B065" wp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D4442">
              <w:rPr>
                <w:rFonts w:ascii="Corbel" w:hAnsi="Corbel"/>
                <w:sz w:val="24"/>
                <w:szCs w:val="24"/>
                <w:lang w:eastAsia="pl-PL"/>
              </w:rPr>
              <w:t>Kierowanie i prowadzenie działań ratowniczych. Zasady współdziałania i</w:t>
            </w:r>
            <w:r w:rsidR="006D4442">
              <w:rPr>
                <w:rFonts w:ascii="Corbel" w:hAnsi="Corbel"/>
                <w:sz w:val="24"/>
                <w:szCs w:val="24"/>
                <w:lang w:eastAsia="pl-PL"/>
              </w:rPr>
              <w:t> </w:t>
            </w:r>
            <w:r w:rsidRPr="006D4442">
              <w:rPr>
                <w:rFonts w:ascii="Corbel" w:hAnsi="Corbel"/>
                <w:sz w:val="24"/>
                <w:szCs w:val="24"/>
                <w:lang w:eastAsia="pl-PL"/>
              </w:rPr>
              <w:t>koordynacji służb ratowniczych na miejscu zdarzenia.</w:t>
            </w:r>
          </w:p>
        </w:tc>
      </w:tr>
      <w:tr xmlns:wp14="http://schemas.microsoft.com/office/word/2010/wordml" w:rsidRPr="00783A48" w:rsidR="00471586" w:rsidTr="00F276A8" w14:paraId="2BAA1B2A" wp14:textId="77777777">
        <w:trPr>
          <w:trHeight w:val="703"/>
        </w:trPr>
        <w:tc>
          <w:tcPr>
            <w:tcW w:w="7903" w:type="dxa"/>
          </w:tcPr>
          <w:p w:rsidRPr="006D4442" w:rsidR="00471586" w:rsidP="006D4442" w:rsidRDefault="00471586" w14:paraId="15A93C2E" wp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D4442">
              <w:rPr>
                <w:rFonts w:ascii="Corbel" w:hAnsi="Corbel"/>
                <w:sz w:val="24"/>
                <w:szCs w:val="24"/>
                <w:lang w:eastAsia="pl-PL"/>
              </w:rPr>
              <w:t>Katastrofy a ratownictwo medyczne, i ich podział. Wyróżniki medycyny katastrof.</w:t>
            </w:r>
          </w:p>
        </w:tc>
      </w:tr>
      <w:tr xmlns:wp14="http://schemas.microsoft.com/office/word/2010/wordml" w:rsidRPr="00783A48" w:rsidR="00471586" w:rsidTr="00F276A8" w14:paraId="325B4274" wp14:textId="77777777">
        <w:trPr>
          <w:trHeight w:val="703"/>
        </w:trPr>
        <w:tc>
          <w:tcPr>
            <w:tcW w:w="7903" w:type="dxa"/>
          </w:tcPr>
          <w:p w:rsidRPr="006D4442" w:rsidR="00471586" w:rsidP="006D4442" w:rsidRDefault="00471586" w14:paraId="75C3D7A0" wp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D4442">
              <w:rPr>
                <w:rFonts w:ascii="Corbel" w:hAnsi="Corbel"/>
                <w:sz w:val="24"/>
                <w:szCs w:val="24"/>
                <w:lang w:eastAsia="pl-PL"/>
              </w:rPr>
              <w:t>Rola i zadania administracji publicznej, służb oraz straży i inspekcji w systemie ratownictwa.</w:t>
            </w:r>
          </w:p>
        </w:tc>
      </w:tr>
      <w:tr xmlns:wp14="http://schemas.microsoft.com/office/word/2010/wordml" w:rsidRPr="00783A48" w:rsidR="00471586" w:rsidTr="00F276A8" w14:paraId="26444B35" wp14:textId="77777777">
        <w:trPr>
          <w:trHeight w:val="465"/>
        </w:trPr>
        <w:tc>
          <w:tcPr>
            <w:tcW w:w="7903" w:type="dxa"/>
          </w:tcPr>
          <w:p w:rsidRPr="006D4442" w:rsidR="00471586" w:rsidP="006D4442" w:rsidRDefault="00471586" w14:paraId="2245728D" wp14:textId="77777777">
            <w:pPr>
              <w:autoSpaceDE w:val="0"/>
              <w:autoSpaceDN w:val="0"/>
              <w:adjustRightInd w:val="0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D4442">
              <w:rPr>
                <w:rFonts w:ascii="Corbel" w:hAnsi="Corbel"/>
                <w:sz w:val="24"/>
                <w:szCs w:val="24"/>
                <w:lang w:eastAsia="pl-PL"/>
              </w:rPr>
              <w:t>Rola organizacji ochotniczych i pozarządowych w akcjach ratowniczych.</w:t>
            </w:r>
          </w:p>
        </w:tc>
      </w:tr>
    </w:tbl>
    <w:p xmlns:wp14="http://schemas.microsoft.com/office/word/2010/wordml" w:rsidRPr="009C54AE" w:rsidR="0085747A" w:rsidP="009C54AE" w:rsidRDefault="0085747A" w14:paraId="62EBF3C5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85747A" w:rsidP="009C54AE" w:rsidRDefault="009F4610" w14:paraId="61F0D56C" wp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xmlns:wp14="http://schemas.microsoft.com/office/word/2010/wordml" w:rsidRPr="009C54AE" w:rsidR="0085747A" w:rsidP="009C54AE" w:rsidRDefault="0085747A" w14:paraId="6D98A12B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6D4442" w:rsidR="0085747A" w:rsidP="009C54AE" w:rsidRDefault="00471586" w14:paraId="74A96393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D4442">
        <w:rPr>
          <w:rFonts w:ascii="Corbel" w:hAnsi="Corbel"/>
          <w:b w:val="0"/>
          <w:smallCaps w:val="0"/>
          <w:szCs w:val="24"/>
        </w:rPr>
        <w:t>Dyskusja, analiza tekstów</w:t>
      </w:r>
      <w:r w:rsidR="006D4442">
        <w:rPr>
          <w:rFonts w:ascii="Corbel" w:hAnsi="Corbel"/>
          <w:b w:val="0"/>
          <w:smallCaps w:val="0"/>
          <w:szCs w:val="24"/>
        </w:rPr>
        <w:t>.</w:t>
      </w:r>
    </w:p>
    <w:p xmlns:wp14="http://schemas.microsoft.com/office/word/2010/wordml" w:rsidR="00E960BB" w:rsidP="009C54AE" w:rsidRDefault="00E960BB" w14:paraId="2946DB82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85747A" w:rsidP="009C54AE" w:rsidRDefault="00C61DC5" w14:paraId="1078A5AC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923D7D" w:rsidP="009C54AE" w:rsidRDefault="00923D7D" w14:paraId="5997CC1D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85747A" w:rsidP="009C54AE" w:rsidRDefault="0085747A" w14:paraId="53742AD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xmlns:wp14="http://schemas.microsoft.com/office/word/2010/wordml" w:rsidRPr="009C54AE" w:rsidR="0085747A" w:rsidP="009C54AE" w:rsidRDefault="0085747A" w14:paraId="110FFD37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xmlns:wp14="http://schemas.microsoft.com/office/word/2010/wordml" w:rsidRPr="009C54AE" w:rsidR="0085747A" w:rsidTr="00C05F44" w14:paraId="3CD72C34" wp14:textId="77777777">
        <w:tc>
          <w:tcPr>
            <w:tcW w:w="1985" w:type="dxa"/>
            <w:vAlign w:val="center"/>
          </w:tcPr>
          <w:p w:rsidRPr="009C54AE" w:rsidR="0085747A" w:rsidP="009C54AE" w:rsidRDefault="0071620A" w14:paraId="59C1A4F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4796215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12080E0F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4DA5CD0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5257429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xmlns:wp14="http://schemas.microsoft.com/office/word/2010/wordml" w:rsidRPr="009C54AE" w:rsidR="00471586" w:rsidTr="00C05F44" w14:paraId="7230DE91" wp14:textId="77777777">
        <w:tc>
          <w:tcPr>
            <w:tcW w:w="1985" w:type="dxa"/>
          </w:tcPr>
          <w:p w:rsidRPr="006D4442" w:rsidR="00471586" w:rsidP="00471586" w:rsidRDefault="00471586" w14:paraId="38E5795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4442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Pr="006D4442" w:rsidR="00471586" w:rsidP="006D4442" w:rsidRDefault="00471586" w14:paraId="082865FF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D4442">
              <w:rPr>
                <w:rFonts w:ascii="Corbel" w:hAnsi="Corbel"/>
                <w:b w:val="0"/>
                <w:smallCaps w:val="0"/>
                <w:szCs w:val="24"/>
              </w:rPr>
              <w:t>zaliczenie pisemne/ projekt</w:t>
            </w:r>
          </w:p>
        </w:tc>
        <w:tc>
          <w:tcPr>
            <w:tcW w:w="2126" w:type="dxa"/>
          </w:tcPr>
          <w:p w:rsidRPr="006D4442" w:rsidR="00471586" w:rsidP="00471586" w:rsidRDefault="00471586" w14:paraId="0F810EEE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D4442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6D444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xmlns:wp14="http://schemas.microsoft.com/office/word/2010/wordml" w:rsidRPr="009C54AE" w:rsidR="00471586" w:rsidTr="00C05F44" w14:paraId="4848388B" wp14:textId="77777777">
        <w:tc>
          <w:tcPr>
            <w:tcW w:w="1985" w:type="dxa"/>
          </w:tcPr>
          <w:p w:rsidRPr="006D4442" w:rsidR="00471586" w:rsidP="00471586" w:rsidRDefault="00471586" w14:paraId="7E00188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444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6D4442" w:rsidR="00471586" w:rsidP="006D4442" w:rsidRDefault="00471586" w14:paraId="38685270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D4442">
              <w:rPr>
                <w:rFonts w:ascii="Corbel" w:hAnsi="Corbel"/>
                <w:b w:val="0"/>
                <w:smallCaps w:val="0"/>
                <w:szCs w:val="24"/>
              </w:rPr>
              <w:t>zaliczenie pisemne/ projekt</w:t>
            </w:r>
          </w:p>
        </w:tc>
        <w:tc>
          <w:tcPr>
            <w:tcW w:w="2126" w:type="dxa"/>
          </w:tcPr>
          <w:p w:rsidRPr="006D4442" w:rsidR="00471586" w:rsidP="00471586" w:rsidRDefault="00471586" w14:paraId="64422AC8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D4442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6D444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xmlns:wp14="http://schemas.microsoft.com/office/word/2010/wordml" w:rsidRPr="009C54AE" w:rsidR="00471586" w:rsidTr="00C05F44" w14:paraId="232AAA09" wp14:textId="77777777">
        <w:tc>
          <w:tcPr>
            <w:tcW w:w="1985" w:type="dxa"/>
          </w:tcPr>
          <w:p w:rsidRPr="006D4442" w:rsidR="00471586" w:rsidP="00471586" w:rsidRDefault="00471586" w14:paraId="002D746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444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Pr="006D4442" w:rsidR="00471586" w:rsidP="006D4442" w:rsidRDefault="00471586" w14:paraId="455FB680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D4442">
              <w:rPr>
                <w:rFonts w:ascii="Corbel" w:hAnsi="Corbel"/>
                <w:b w:val="0"/>
                <w:smallCaps w:val="0"/>
                <w:szCs w:val="24"/>
              </w:rPr>
              <w:t>zaliczenie pisemne/ projekt</w:t>
            </w:r>
          </w:p>
        </w:tc>
        <w:tc>
          <w:tcPr>
            <w:tcW w:w="2126" w:type="dxa"/>
          </w:tcPr>
          <w:p w:rsidRPr="006D4442" w:rsidR="00471586" w:rsidP="00471586" w:rsidRDefault="00471586" w14:paraId="2A29A37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D4442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6D444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xmlns:wp14="http://schemas.microsoft.com/office/word/2010/wordml" w:rsidRPr="009C54AE" w:rsidR="00471586" w:rsidTr="00C05F44" w14:paraId="6867D833" wp14:textId="77777777">
        <w:tc>
          <w:tcPr>
            <w:tcW w:w="1985" w:type="dxa"/>
          </w:tcPr>
          <w:p w:rsidRPr="006D4442" w:rsidR="00471586" w:rsidP="00471586" w:rsidRDefault="00471586" w14:paraId="5990E71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4442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Pr="006D4442" w:rsidR="00471586" w:rsidP="006D4442" w:rsidRDefault="00471586" w14:paraId="2B1E7792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D4442">
              <w:rPr>
                <w:rFonts w:ascii="Corbel" w:hAnsi="Corbel"/>
                <w:b w:val="0"/>
                <w:smallCaps w:val="0"/>
                <w:szCs w:val="24"/>
              </w:rPr>
              <w:t>zaliczenie pisemne/ projekt</w:t>
            </w:r>
          </w:p>
        </w:tc>
        <w:tc>
          <w:tcPr>
            <w:tcW w:w="2126" w:type="dxa"/>
          </w:tcPr>
          <w:p w:rsidRPr="006D4442" w:rsidR="00471586" w:rsidP="00471586" w:rsidRDefault="00471586" w14:paraId="7A35874E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D4442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6D444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xmlns:wp14="http://schemas.microsoft.com/office/word/2010/wordml" w:rsidRPr="009C54AE" w:rsidR="00471586" w:rsidTr="00C05F44" w14:paraId="301B59DD" wp14:textId="77777777">
        <w:tc>
          <w:tcPr>
            <w:tcW w:w="1985" w:type="dxa"/>
          </w:tcPr>
          <w:p w:rsidRPr="006D4442" w:rsidR="00471586" w:rsidP="00471586" w:rsidRDefault="00471586" w14:paraId="4A2F109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4442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Pr="006D4442" w:rsidR="00471586" w:rsidP="006D4442" w:rsidRDefault="00471586" w14:paraId="007983D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D4442">
              <w:rPr>
                <w:rFonts w:ascii="Corbel" w:hAnsi="Corbel"/>
                <w:b w:val="0"/>
                <w:smallCaps w:val="0"/>
                <w:szCs w:val="24"/>
              </w:rPr>
              <w:t>zaliczenie pisemne/ projekt</w:t>
            </w:r>
          </w:p>
        </w:tc>
        <w:tc>
          <w:tcPr>
            <w:tcW w:w="2126" w:type="dxa"/>
          </w:tcPr>
          <w:p w:rsidRPr="006D4442" w:rsidR="00471586" w:rsidP="00471586" w:rsidRDefault="00471586" w14:paraId="1770F88D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D4442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6D444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xmlns:wp14="http://schemas.microsoft.com/office/word/2010/wordml" w:rsidRPr="009C54AE" w:rsidR="00471586" w:rsidTr="00C05F44" w14:paraId="2B131A1D" wp14:textId="77777777">
        <w:tc>
          <w:tcPr>
            <w:tcW w:w="1985" w:type="dxa"/>
          </w:tcPr>
          <w:p w:rsidRPr="006D4442" w:rsidR="00471586" w:rsidP="00471586" w:rsidRDefault="00471586" w14:paraId="09A6D4E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4442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Pr="006D4442" w:rsidR="00471586" w:rsidP="006D4442" w:rsidRDefault="00471586" w14:paraId="7E1ACAA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D444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6D4442" w:rsidR="00471586" w:rsidP="00471586" w:rsidRDefault="00471586" w14:paraId="2E5FC323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D4442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6D444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xmlns:wp14="http://schemas.microsoft.com/office/word/2010/wordml" w:rsidR="00923D7D" w:rsidP="009C54AE" w:rsidRDefault="00923D7D" w14:paraId="6B699379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="006D4442" w:rsidP="009C54AE" w:rsidRDefault="006D4442" w14:paraId="3FE9F23F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="006D4442" w:rsidP="009C54AE" w:rsidRDefault="006D4442" w14:paraId="1F72F646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6D4442" w:rsidP="009C54AE" w:rsidRDefault="006D4442" w14:paraId="08CE6F91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3E1941" w14:paraId="0AFAEE5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923D7D" w:rsidP="009C54AE" w:rsidRDefault="00923D7D" w14:paraId="61CDCEAD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9C54AE" w:rsidR="0085747A" w:rsidTr="00923D7D" w14:paraId="39129DAC" wp14:textId="77777777">
        <w:tc>
          <w:tcPr>
            <w:tcW w:w="9670" w:type="dxa"/>
          </w:tcPr>
          <w:p w:rsidRPr="00783A48" w:rsidR="00471586" w:rsidP="00471586" w:rsidRDefault="00471586" w14:paraId="5149A0BF" wp14:textId="77777777">
            <w:pPr>
              <w:spacing w:after="0" w:line="240" w:lineRule="auto"/>
              <w:jc w:val="both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 w:rsidRPr="00783A48">
              <w:rPr>
                <w:rFonts w:ascii="Times New Roman" w:hAnsi="Times New Roman" w:eastAsia="Times New Roman"/>
                <w:b/>
                <w:sz w:val="24"/>
                <w:szCs w:val="24"/>
              </w:rPr>
              <w:t>Formy zaliczenia:</w:t>
            </w:r>
          </w:p>
          <w:p w:rsidRPr="006D4442" w:rsidR="00471586" w:rsidP="006D4442" w:rsidRDefault="00471586" w14:paraId="0E6CCE11" wp14:textId="77777777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 w:eastAsia="Times New Roman"/>
                <w:b/>
                <w:sz w:val="24"/>
                <w:szCs w:val="24"/>
              </w:rPr>
            </w:pPr>
            <w:r w:rsidRPr="006D4442">
              <w:rPr>
                <w:rFonts w:ascii="Corbel" w:hAnsi="Corbel" w:eastAsia="Times New Roman"/>
                <w:sz w:val="24"/>
                <w:szCs w:val="24"/>
              </w:rPr>
              <w:t>Projekt: wykonanie w kilkuosobowych grupach prezentacji na określony temat i przedstawienie na forum całej grupy; warunek dopuszczenia do zaliczenia pisemnego.</w:t>
            </w:r>
          </w:p>
          <w:p w:rsidRPr="006D4442" w:rsidR="00471586" w:rsidP="006D4442" w:rsidRDefault="00471586" w14:paraId="0C279D64" wp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 w:eastAsia="Times New Roman"/>
                <w:b/>
                <w:sz w:val="24"/>
                <w:szCs w:val="24"/>
              </w:rPr>
            </w:pPr>
            <w:r w:rsidRPr="006D4442">
              <w:rPr>
                <w:rFonts w:ascii="Corbel" w:hAnsi="Corbel" w:eastAsia="Times New Roman"/>
                <w:sz w:val="24"/>
                <w:szCs w:val="24"/>
              </w:rPr>
              <w:t>Zaliczenie końcowe ma formę pisemną – test jednokrotnego wyboru. Termin zaliczenia końcowego – rok III, semestr VI. Warunkiem zaliczenia jest  udzielenie powyżej 60 % poprawnych odpowiedzi</w:t>
            </w:r>
          </w:p>
          <w:p w:rsidRPr="006D4442" w:rsidR="00471586" w:rsidP="006D4442" w:rsidRDefault="00471586" w14:paraId="6BB9E253" wp14:textId="77777777">
            <w:pPr>
              <w:pStyle w:val="Akapitzlist"/>
              <w:spacing w:after="0" w:line="240" w:lineRule="auto"/>
              <w:jc w:val="both"/>
              <w:rPr>
                <w:rFonts w:ascii="Corbel" w:hAnsi="Corbel" w:eastAsia="Times New Roman"/>
                <w:b/>
                <w:sz w:val="24"/>
                <w:szCs w:val="24"/>
              </w:rPr>
            </w:pPr>
          </w:p>
          <w:p w:rsidRPr="006D4442" w:rsidR="00471586" w:rsidP="006D4442" w:rsidRDefault="00471586" w14:paraId="39ACDDC4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D4442">
              <w:rPr>
                <w:rFonts w:ascii="Corbel" w:hAnsi="Corbel"/>
                <w:sz w:val="24"/>
                <w:szCs w:val="24"/>
              </w:rPr>
              <w:t>Ocena bardzo dobra – aktywność na zajęciach, uzyskanie od 95% do 100% z testu, ocena bardzo dobra z projektu</w:t>
            </w:r>
          </w:p>
          <w:p w:rsidRPr="006D4442" w:rsidR="00471586" w:rsidP="006D4442" w:rsidRDefault="00471586" w14:paraId="47AAA019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D4442">
              <w:rPr>
                <w:rFonts w:ascii="Corbel" w:hAnsi="Corbel"/>
                <w:sz w:val="24"/>
                <w:szCs w:val="24"/>
              </w:rPr>
              <w:t>Ocena +dobra – aktywność na zajęciach, uzyskanie od 90% do 94% z testu, ocena +dobra z referatu</w:t>
            </w:r>
          </w:p>
          <w:p w:rsidRPr="006D4442" w:rsidR="00471586" w:rsidP="006D4442" w:rsidRDefault="00471586" w14:paraId="07D4E2B7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D4442">
              <w:rPr>
                <w:rFonts w:ascii="Corbel" w:hAnsi="Corbel"/>
                <w:sz w:val="24"/>
                <w:szCs w:val="24"/>
              </w:rPr>
              <w:t>Ocena dobra – aktywność na zajęciach, uzyskanie od 80% do 89% punktów z testu, ocena dobra z projektu</w:t>
            </w:r>
          </w:p>
          <w:p w:rsidRPr="006D4442" w:rsidR="00471586" w:rsidP="006D4442" w:rsidRDefault="00471586" w14:paraId="116FCB5C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D4442">
              <w:rPr>
                <w:rFonts w:ascii="Corbel" w:hAnsi="Corbel"/>
                <w:sz w:val="24"/>
                <w:szCs w:val="24"/>
              </w:rPr>
              <w:t>Ocena +dostateczna  – aktywność na zajęciach, uzyskanie od 70% do 79% punktów z testu, ocena +dostateczna z projektu</w:t>
            </w:r>
          </w:p>
          <w:p w:rsidRPr="006D4442" w:rsidR="00471586" w:rsidP="006D4442" w:rsidRDefault="00471586" w14:paraId="5707BFE1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D4442">
              <w:rPr>
                <w:rFonts w:ascii="Corbel" w:hAnsi="Corbel"/>
                <w:sz w:val="24"/>
                <w:szCs w:val="24"/>
              </w:rPr>
              <w:t>Ocena dostateczna – brak aktywności na zajęciach, uzyskanie od 60% do 69% punktów z testu, ocena dostateczna z projektu</w:t>
            </w:r>
          </w:p>
          <w:p w:rsidRPr="006D4442" w:rsidR="00471586" w:rsidP="006D4442" w:rsidRDefault="00471586" w14:paraId="6CD4CC89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D4442">
              <w:rPr>
                <w:rFonts w:ascii="Corbel" w:hAnsi="Corbel"/>
                <w:sz w:val="24"/>
                <w:szCs w:val="24"/>
              </w:rPr>
              <w:t>Ocena niedostateczna – brak aktywności na zajęciach, uzyskanie mniej niż 60 % punktów z</w:t>
            </w:r>
            <w:r w:rsidR="006D4442">
              <w:rPr>
                <w:rFonts w:ascii="Corbel" w:hAnsi="Corbel"/>
                <w:sz w:val="24"/>
                <w:szCs w:val="24"/>
              </w:rPr>
              <w:t> </w:t>
            </w:r>
            <w:r w:rsidRPr="006D4442">
              <w:rPr>
                <w:rFonts w:ascii="Corbel" w:hAnsi="Corbel"/>
                <w:sz w:val="24"/>
                <w:szCs w:val="24"/>
              </w:rPr>
              <w:t>testu, brak lub ocena niedostateczna z projektu</w:t>
            </w:r>
          </w:p>
          <w:p w:rsidRPr="006D4442" w:rsidR="00471586" w:rsidP="006D4442" w:rsidRDefault="00471586" w14:paraId="23DE523C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</w:p>
          <w:p w:rsidRPr="006D4442" w:rsidR="00471586" w:rsidP="006D4442" w:rsidRDefault="00471586" w14:paraId="4B9505E8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D4442">
              <w:rPr>
                <w:rFonts w:ascii="Corbel" w:hAnsi="Corbel"/>
                <w:b w:val="0"/>
                <w:smallCaps w:val="0"/>
                <w:szCs w:val="24"/>
              </w:rPr>
              <w:t xml:space="preserve">Ocenę pozytywną z przedmiotu można otrzymać wyłącznie pod warunkiem uzyskania pozytywnej oceny za każdy z ustanowionych efektów kształcenia. </w:t>
            </w:r>
          </w:p>
          <w:p w:rsidRPr="009C54AE" w:rsidR="0085747A" w:rsidP="00471586" w:rsidRDefault="0085747A" w14:paraId="52E5622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xmlns:wp14="http://schemas.microsoft.com/office/word/2010/wordml" w:rsidRPr="009C54AE" w:rsidR="0085747A" w:rsidP="009C54AE" w:rsidRDefault="0085747A" w14:paraId="07547A01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9F4610" w:rsidP="009C54AE" w:rsidRDefault="0085747A" w14:paraId="32066DA3" wp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xmlns:wp14="http://schemas.microsoft.com/office/word/2010/wordml" w:rsidRPr="009C54AE" w:rsidR="0085747A" w:rsidP="009C54AE" w:rsidRDefault="0085747A" w14:paraId="5043CB0F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xmlns:wp14="http://schemas.microsoft.com/office/word/2010/wordml" w:rsidRPr="009C54AE" w:rsidR="0085747A" w:rsidTr="003E1941" w14:paraId="63D9DE79" wp14:textId="77777777">
        <w:tc>
          <w:tcPr>
            <w:tcW w:w="4962" w:type="dxa"/>
            <w:vAlign w:val="center"/>
          </w:tcPr>
          <w:p w:rsidRPr="009C54AE" w:rsidR="0085747A" w:rsidP="009C54AE" w:rsidRDefault="00C61DC5" w14:paraId="4C452BB7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4BAACCBA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xmlns:wp14="http://schemas.microsoft.com/office/word/2010/wordml" w:rsidRPr="009C54AE" w:rsidR="0085747A" w:rsidTr="00923D7D" w14:paraId="110FDCF0" wp14:textId="77777777">
        <w:tc>
          <w:tcPr>
            <w:tcW w:w="4962" w:type="dxa"/>
          </w:tcPr>
          <w:p w:rsidRPr="009C54AE" w:rsidR="0085747A" w:rsidP="009C54AE" w:rsidRDefault="00C61DC5" w14:paraId="1943409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6D4442" w:rsidRDefault="006D4442" w14:paraId="423D4B9D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xmlns:wp14="http://schemas.microsoft.com/office/word/2010/wordml" w:rsidRPr="009C54AE" w:rsidR="00C61DC5" w:rsidTr="00923D7D" w14:paraId="079485E9" wp14:textId="77777777">
        <w:tc>
          <w:tcPr>
            <w:tcW w:w="4962" w:type="dxa"/>
          </w:tcPr>
          <w:p w:rsidRPr="009C54AE" w:rsidR="00C61DC5" w:rsidP="009C54AE" w:rsidRDefault="00C61DC5" w14:paraId="2750A6C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49ABEFC1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6D4442" w:rsidRDefault="006D4442" w14:paraId="4C2A823A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xmlns:wp14="http://schemas.microsoft.com/office/word/2010/wordml" w:rsidRPr="009C54AE" w:rsidR="00C61DC5" w:rsidTr="00923D7D" w14:paraId="7B807A0B" wp14:textId="77777777">
        <w:tc>
          <w:tcPr>
            <w:tcW w:w="4962" w:type="dxa"/>
          </w:tcPr>
          <w:p w:rsidRPr="009C54AE" w:rsidR="0071620A" w:rsidP="009C54AE" w:rsidRDefault="00C61DC5" w14:paraId="7660431A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1937B812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6D4442" w:rsidRDefault="006D4442" w14:paraId="5007C906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xmlns:wp14="http://schemas.microsoft.com/office/word/2010/wordml" w:rsidRPr="009C54AE" w:rsidR="0085747A" w:rsidTr="00923D7D" w14:paraId="4D6280AD" wp14:textId="77777777">
        <w:tc>
          <w:tcPr>
            <w:tcW w:w="4962" w:type="dxa"/>
          </w:tcPr>
          <w:p w:rsidRPr="009C54AE" w:rsidR="0085747A" w:rsidP="009C54AE" w:rsidRDefault="0085747A" w14:paraId="3D4B272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6D4442" w:rsidRDefault="00471586" w14:paraId="68861898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6D444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xmlns:wp14="http://schemas.microsoft.com/office/word/2010/wordml" w:rsidRPr="009C54AE" w:rsidR="0085747A" w:rsidTr="00923D7D" w14:paraId="0AD00C0E" wp14:textId="77777777">
        <w:tc>
          <w:tcPr>
            <w:tcW w:w="4962" w:type="dxa"/>
          </w:tcPr>
          <w:p w:rsidRPr="009C54AE" w:rsidR="0085747A" w:rsidP="009C54AE" w:rsidRDefault="0085747A" w14:paraId="5FD1C35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6D4442" w:rsidRDefault="00471586" w14:paraId="7144751B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Pr="009C54AE" w:rsidR="0085747A" w:rsidP="009C54AE" w:rsidRDefault="00923D7D" w14:paraId="6BBE219B" wp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xmlns:wp14="http://schemas.microsoft.com/office/word/2010/wordml" w:rsidR="003E1941" w:rsidP="009C54AE" w:rsidRDefault="003E1941" w14:paraId="07459315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="006D4442" w:rsidP="009C54AE" w:rsidRDefault="006D4442" w14:paraId="6537F28F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="006D4442" w:rsidP="009C54AE" w:rsidRDefault="006D4442" w14:paraId="6DFB9E20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="006D4442" w:rsidP="009C54AE" w:rsidRDefault="006D4442" w14:paraId="70DF9E56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="006D4442" w:rsidP="009C54AE" w:rsidRDefault="006D4442" w14:paraId="44E871BC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6D4442" w:rsidP="009C54AE" w:rsidRDefault="006D4442" w14:paraId="144A5D23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71620A" w14:paraId="40334C7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xmlns:wp14="http://schemas.microsoft.com/office/word/2010/wordml" w:rsidRPr="009C54AE" w:rsidR="0085747A" w:rsidP="009C54AE" w:rsidRDefault="0085747A" w14:paraId="738610EB" wp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xmlns:wp14="http://schemas.microsoft.com/office/word/2010/wordml" w:rsidRPr="009C54AE" w:rsidR="0085747A" w:rsidTr="0071620A" w14:paraId="146D6691" wp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55E98D2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85747A" w14:paraId="637805D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xmlns:wp14="http://schemas.microsoft.com/office/word/2010/wordml" w:rsidRPr="009C54AE" w:rsidR="0085747A" w:rsidTr="0071620A" w14:paraId="05EFD703" wp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7C3ADC5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85747A" w14:paraId="463F29E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xmlns:wp14="http://schemas.microsoft.com/office/word/2010/wordml" w:rsidR="003E1941" w:rsidP="009C54AE" w:rsidRDefault="003E1941" w14:paraId="3B7B4B86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6D4442" w:rsidP="009C54AE" w:rsidRDefault="006D4442" w14:paraId="3A0FF5F2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675843" w14:paraId="7630DC2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675843" w:rsidP="009C54AE" w:rsidRDefault="00675843" w14:paraId="5630AD66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xmlns:wp14="http://schemas.microsoft.com/office/word/2010/wordml" w:rsidRPr="009C54AE" w:rsidR="0085747A" w:rsidTr="0071620A" w14:paraId="09E00928" wp14:textId="77777777">
        <w:trPr>
          <w:trHeight w:val="397"/>
        </w:trPr>
        <w:tc>
          <w:tcPr>
            <w:tcW w:w="7513" w:type="dxa"/>
          </w:tcPr>
          <w:p w:rsidR="0085747A" w:rsidP="006D4442" w:rsidRDefault="0085747A" w14:paraId="729C9695" wp14:textId="77777777">
            <w:pPr>
              <w:pStyle w:val="Punktygwne"/>
              <w:spacing w:before="0" w:after="0" w:line="360" w:lineRule="auto"/>
              <w:jc w:val="both"/>
              <w:rPr>
                <w:rFonts w:ascii="Corbel" w:hAnsi="Corbel"/>
                <w:smallCaps w:val="0"/>
                <w:szCs w:val="24"/>
              </w:rPr>
            </w:pPr>
            <w:r w:rsidRPr="00471586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Pr="006D4442" w:rsidR="00471586" w:rsidP="006D4442" w:rsidRDefault="00471586" w14:paraId="3C4E2C02" wp14:textId="77777777">
            <w:pPr>
              <w:spacing w:after="0" w:line="360" w:lineRule="auto"/>
              <w:ind w:left="201" w:hanging="201"/>
              <w:jc w:val="both"/>
              <w:rPr>
                <w:rFonts w:ascii="Corbel" w:hAnsi="Corbel"/>
                <w:sz w:val="24"/>
                <w:szCs w:val="24"/>
              </w:rPr>
            </w:pPr>
            <w:r w:rsidRPr="006D4442">
              <w:rPr>
                <w:rFonts w:ascii="Corbel" w:hAnsi="Corbel"/>
                <w:bCs/>
                <w:sz w:val="24"/>
                <w:szCs w:val="24"/>
              </w:rPr>
              <w:t xml:space="preserve">Biniak-Pieróg M, Zamiar Z. Organizacja systemów ratownictwa, </w:t>
            </w:r>
            <w:proofErr w:type="spellStart"/>
            <w:r w:rsidRPr="006D4442">
              <w:rPr>
                <w:rFonts w:ascii="Corbel" w:hAnsi="Corbel"/>
                <w:bCs/>
                <w:sz w:val="24"/>
                <w:szCs w:val="24"/>
              </w:rPr>
              <w:t>Wyd.UWP</w:t>
            </w:r>
            <w:proofErr w:type="spellEnd"/>
            <w:r w:rsidRPr="006D4442">
              <w:rPr>
                <w:rFonts w:ascii="Corbel" w:hAnsi="Corbel"/>
                <w:bCs/>
                <w:sz w:val="24"/>
                <w:szCs w:val="24"/>
              </w:rPr>
              <w:t>, Wrocław 2013</w:t>
            </w:r>
            <w:r w:rsidR="006D4442">
              <w:rPr>
                <w:rFonts w:ascii="Corbel" w:hAnsi="Corbel"/>
                <w:bCs/>
                <w:sz w:val="24"/>
                <w:szCs w:val="24"/>
              </w:rPr>
              <w:t>.</w:t>
            </w:r>
          </w:p>
          <w:p w:rsidRPr="006D4442" w:rsidR="00471586" w:rsidP="006D4442" w:rsidRDefault="00471586" w14:paraId="163AFBF6" wp14:textId="77777777">
            <w:pPr>
              <w:spacing w:after="0" w:line="360" w:lineRule="auto"/>
              <w:ind w:left="201" w:hanging="201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D4442">
              <w:rPr>
                <w:rFonts w:ascii="Corbel" w:hAnsi="Corbel"/>
                <w:sz w:val="24"/>
                <w:szCs w:val="24"/>
              </w:rPr>
              <w:t>Goniewicz</w:t>
            </w:r>
            <w:proofErr w:type="spellEnd"/>
            <w:r w:rsidRPr="006D4442">
              <w:rPr>
                <w:rFonts w:ascii="Corbel" w:hAnsi="Corbel"/>
                <w:sz w:val="24"/>
                <w:szCs w:val="24"/>
              </w:rPr>
              <w:t xml:space="preserve"> M. (red.) Medycyna katastrof. Problemy organizacyjno-diagnostyczne. Wyd. </w:t>
            </w:r>
            <w:proofErr w:type="spellStart"/>
            <w:r w:rsidRPr="006D4442">
              <w:rPr>
                <w:rFonts w:ascii="Corbel" w:hAnsi="Corbel"/>
                <w:sz w:val="24"/>
                <w:szCs w:val="24"/>
              </w:rPr>
              <w:t>WSEiP</w:t>
            </w:r>
            <w:proofErr w:type="spellEnd"/>
            <w:r w:rsidRPr="006D4442">
              <w:rPr>
                <w:rFonts w:ascii="Corbel" w:hAnsi="Corbel"/>
                <w:sz w:val="24"/>
                <w:szCs w:val="24"/>
              </w:rPr>
              <w:t>, Kielce 2012</w:t>
            </w:r>
            <w:r w:rsidR="006D4442">
              <w:rPr>
                <w:rFonts w:ascii="Corbel" w:hAnsi="Corbel"/>
                <w:sz w:val="24"/>
                <w:szCs w:val="24"/>
              </w:rPr>
              <w:t>.</w:t>
            </w:r>
          </w:p>
          <w:p w:rsidRPr="006D4442" w:rsidR="00471586" w:rsidP="006D4442" w:rsidRDefault="00471586" w14:paraId="54088586" wp14:textId="77777777">
            <w:pPr>
              <w:spacing w:after="0" w:line="360" w:lineRule="auto"/>
              <w:ind w:left="201" w:hanging="201"/>
              <w:jc w:val="both"/>
              <w:rPr>
                <w:rFonts w:ascii="Corbel" w:hAnsi="Corbel"/>
                <w:sz w:val="24"/>
                <w:szCs w:val="24"/>
              </w:rPr>
            </w:pPr>
            <w:r w:rsidRPr="006D4442">
              <w:rPr>
                <w:rFonts w:ascii="Corbel" w:hAnsi="Corbel"/>
                <w:sz w:val="24"/>
                <w:szCs w:val="24"/>
              </w:rPr>
              <w:t>Tobolski M. Zintegrowany System Ratowniczy Rzeczpospolitej Polskiej, Wyd. Wyższej Szkoły Bezpieczeństwa, Poznań 2015</w:t>
            </w:r>
            <w:r w:rsidR="006D4442">
              <w:rPr>
                <w:rFonts w:ascii="Corbel" w:hAnsi="Corbel"/>
                <w:sz w:val="24"/>
                <w:szCs w:val="24"/>
              </w:rPr>
              <w:t>.</w:t>
            </w:r>
          </w:p>
          <w:p w:rsidRPr="00471586" w:rsidR="00471586" w:rsidP="006D4442" w:rsidRDefault="00471586" w14:paraId="7EF7AC85" wp14:textId="77777777">
            <w:pPr>
              <w:spacing w:after="0" w:line="360" w:lineRule="auto"/>
              <w:ind w:left="201" w:hanging="201"/>
              <w:jc w:val="both"/>
              <w:rPr>
                <w:rFonts w:ascii="Corbel" w:hAnsi="Corbel"/>
                <w:smallCaps/>
                <w:color w:val="000000"/>
              </w:rPr>
            </w:pPr>
            <w:r w:rsidRPr="006D4442">
              <w:rPr>
                <w:rFonts w:ascii="Corbel" w:hAnsi="Corbel"/>
                <w:sz w:val="24"/>
                <w:szCs w:val="24"/>
              </w:rPr>
              <w:t>Szarpak Ł. Organizacja ratownictwa medycznego w Polsce. Wyd. Promotor, Warszawa 2012.</w:t>
            </w:r>
          </w:p>
        </w:tc>
      </w:tr>
      <w:tr xmlns:wp14="http://schemas.microsoft.com/office/word/2010/wordml" w:rsidRPr="009C54AE" w:rsidR="0085747A" w:rsidTr="0071620A" w14:paraId="53448052" wp14:textId="77777777">
        <w:trPr>
          <w:trHeight w:val="397"/>
        </w:trPr>
        <w:tc>
          <w:tcPr>
            <w:tcW w:w="7513" w:type="dxa"/>
          </w:tcPr>
          <w:p w:rsidR="0085747A" w:rsidP="006D4442" w:rsidRDefault="0085747A" w14:paraId="1616B1D9" wp14:textId="77777777">
            <w:pPr>
              <w:pStyle w:val="Punktygwne"/>
              <w:spacing w:before="0" w:after="0" w:line="360" w:lineRule="auto"/>
              <w:jc w:val="both"/>
              <w:rPr>
                <w:rFonts w:ascii="Corbel" w:hAnsi="Corbel"/>
                <w:smallCaps w:val="0"/>
                <w:szCs w:val="24"/>
              </w:rPr>
            </w:pPr>
            <w:r w:rsidRPr="00471586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Pr="006D4442" w:rsidR="006D4442" w:rsidP="006D4442" w:rsidRDefault="00471586" w14:paraId="6AB3657F" wp14:textId="77777777">
            <w:pPr>
              <w:spacing w:after="0" w:line="360" w:lineRule="auto"/>
              <w:ind w:left="201" w:hanging="201"/>
              <w:jc w:val="both"/>
              <w:rPr>
                <w:rFonts w:ascii="Corbel" w:hAnsi="Corbel"/>
                <w:sz w:val="24"/>
                <w:szCs w:val="24"/>
              </w:rPr>
            </w:pPr>
            <w:r w:rsidRPr="006D4442">
              <w:rPr>
                <w:rFonts w:ascii="Corbel" w:hAnsi="Corbel"/>
                <w:sz w:val="24"/>
                <w:szCs w:val="24"/>
              </w:rPr>
              <w:t xml:space="preserve">Zawadzki A. (red.). Medycyna ratunkowa i katastrof. Podręcznik dla studentów </w:t>
            </w:r>
            <w:proofErr w:type="spellStart"/>
            <w:r w:rsidRPr="006D4442">
              <w:rPr>
                <w:rFonts w:ascii="Corbel" w:hAnsi="Corbel"/>
                <w:sz w:val="24"/>
                <w:szCs w:val="24"/>
              </w:rPr>
              <w:t>ucelni</w:t>
            </w:r>
            <w:proofErr w:type="spellEnd"/>
            <w:r w:rsidRPr="006D4442">
              <w:rPr>
                <w:rFonts w:ascii="Corbel" w:hAnsi="Corbel"/>
                <w:sz w:val="24"/>
                <w:szCs w:val="24"/>
              </w:rPr>
              <w:t xml:space="preserve"> medycznych. </w:t>
            </w:r>
            <w:proofErr w:type="spellStart"/>
            <w:r w:rsidRPr="006D4442">
              <w:rPr>
                <w:rFonts w:ascii="Corbel" w:hAnsi="Corbel"/>
                <w:sz w:val="24"/>
                <w:szCs w:val="24"/>
              </w:rPr>
              <w:t>Wyd.Lekarskie</w:t>
            </w:r>
            <w:proofErr w:type="spellEnd"/>
            <w:r w:rsidRPr="006D4442">
              <w:rPr>
                <w:rFonts w:ascii="Corbel" w:hAnsi="Corbel"/>
                <w:sz w:val="24"/>
                <w:szCs w:val="24"/>
              </w:rPr>
              <w:t xml:space="preserve"> PZWL, Warszawa 2011</w:t>
            </w:r>
            <w:r w:rsidRPr="006D4442" w:rsidR="006D4442">
              <w:rPr>
                <w:rFonts w:ascii="Corbel" w:hAnsi="Corbel"/>
                <w:sz w:val="24"/>
                <w:szCs w:val="24"/>
              </w:rPr>
              <w:t>.</w:t>
            </w:r>
          </w:p>
          <w:p w:rsidRPr="006D4442" w:rsidR="00471586" w:rsidP="006D4442" w:rsidRDefault="00471586" w14:paraId="0A6844DD" wp14:textId="77777777">
            <w:pPr>
              <w:spacing w:after="0" w:line="360" w:lineRule="auto"/>
              <w:ind w:left="342" w:hanging="342"/>
              <w:jc w:val="both"/>
              <w:rPr>
                <w:rFonts w:ascii="Corbel" w:hAnsi="Corbel"/>
                <w:sz w:val="24"/>
                <w:szCs w:val="24"/>
              </w:rPr>
            </w:pPr>
            <w:r w:rsidRPr="006D4442">
              <w:rPr>
                <w:rFonts w:ascii="Corbel" w:hAnsi="Corbel"/>
                <w:sz w:val="24"/>
                <w:szCs w:val="24"/>
              </w:rPr>
              <w:t>Zasady organizacji struktur medycyny ratunkowej i Pomoc medyczna w</w:t>
            </w:r>
            <w:r w:rsidR="006D4442">
              <w:rPr>
                <w:rFonts w:ascii="Corbel" w:hAnsi="Corbel"/>
                <w:sz w:val="24"/>
                <w:szCs w:val="24"/>
              </w:rPr>
              <w:t> </w:t>
            </w:r>
            <w:r w:rsidRPr="006D4442">
              <w:rPr>
                <w:rFonts w:ascii="Corbel" w:hAnsi="Corbel"/>
                <w:sz w:val="24"/>
                <w:szCs w:val="24"/>
              </w:rPr>
              <w:t>zdarzeniach masowych i katastrofach str. 349-383.</w:t>
            </w:r>
          </w:p>
          <w:p w:rsidRPr="006D4442" w:rsidR="00471586" w:rsidP="006D4442" w:rsidRDefault="00471586" w14:paraId="6811172D" wp14:textId="77777777">
            <w:pPr>
              <w:spacing w:after="0" w:line="360" w:lineRule="auto"/>
              <w:ind w:left="342" w:hanging="342"/>
              <w:jc w:val="both"/>
              <w:rPr>
                <w:rFonts w:ascii="Corbel" w:hAnsi="Corbel"/>
                <w:sz w:val="24"/>
                <w:szCs w:val="24"/>
              </w:rPr>
            </w:pPr>
            <w:r w:rsidRPr="006D4442">
              <w:rPr>
                <w:rFonts w:ascii="Corbel" w:hAnsi="Corbel"/>
                <w:sz w:val="24"/>
                <w:szCs w:val="24"/>
              </w:rPr>
              <w:t xml:space="preserve">Rozporządzenie Ministra Spraw Wewnętrznych i Administracji z dnia 29 grudnia 1999 roku w sprawie szczegółowych zasad organizacji krajowego systemu ratowniczo-gaśniczego. </w:t>
            </w:r>
          </w:p>
          <w:p w:rsidRPr="006D4442" w:rsidR="00471586" w:rsidP="006D4442" w:rsidRDefault="00471586" w14:paraId="4E1B9E35" wp14:textId="77777777">
            <w:pPr>
              <w:spacing w:after="0" w:line="360" w:lineRule="auto"/>
              <w:ind w:left="342" w:hanging="342"/>
              <w:jc w:val="both"/>
              <w:rPr>
                <w:rFonts w:ascii="Corbel" w:hAnsi="Corbel"/>
                <w:sz w:val="24"/>
                <w:szCs w:val="24"/>
              </w:rPr>
            </w:pPr>
            <w:r w:rsidRPr="006D4442">
              <w:rPr>
                <w:rFonts w:ascii="Corbel" w:hAnsi="Corbel"/>
                <w:sz w:val="24"/>
                <w:szCs w:val="24"/>
              </w:rPr>
              <w:t xml:space="preserve">Schroeder M., </w:t>
            </w:r>
            <w:proofErr w:type="spellStart"/>
            <w:r w:rsidRPr="006D4442">
              <w:rPr>
                <w:rFonts w:ascii="Corbel" w:hAnsi="Corbel"/>
                <w:sz w:val="24"/>
                <w:szCs w:val="24"/>
              </w:rPr>
              <w:t>Płotica</w:t>
            </w:r>
            <w:proofErr w:type="spellEnd"/>
            <w:r w:rsidRPr="006D4442">
              <w:rPr>
                <w:rFonts w:ascii="Corbel" w:hAnsi="Corbel"/>
                <w:sz w:val="24"/>
                <w:szCs w:val="24"/>
              </w:rPr>
              <w:t xml:space="preserve"> M., </w:t>
            </w:r>
            <w:proofErr w:type="spellStart"/>
            <w:r w:rsidRPr="006D4442">
              <w:rPr>
                <w:rFonts w:ascii="Corbel" w:hAnsi="Corbel"/>
                <w:sz w:val="24"/>
                <w:szCs w:val="24"/>
              </w:rPr>
              <w:t>Żuber</w:t>
            </w:r>
            <w:proofErr w:type="spellEnd"/>
            <w:r w:rsidRPr="006D4442">
              <w:rPr>
                <w:rFonts w:ascii="Corbel" w:hAnsi="Corbel"/>
                <w:sz w:val="24"/>
                <w:szCs w:val="24"/>
              </w:rPr>
              <w:t xml:space="preserve"> vel Michałowski J.: Krajowy system ratowniczo-gaśniczy w systemie bezpieczeństwa państwa. Czy jesteśmy bezpieczni. Wydawnictwo KG PSP Warszawa 1994. </w:t>
            </w:r>
          </w:p>
          <w:p w:rsidRPr="006D4442" w:rsidR="00471586" w:rsidP="006D4442" w:rsidRDefault="00471586" w14:paraId="40E7FC40" wp14:textId="77777777">
            <w:pPr>
              <w:spacing w:after="0" w:line="360" w:lineRule="auto"/>
              <w:ind w:left="342" w:hanging="342"/>
              <w:jc w:val="both"/>
              <w:rPr>
                <w:rFonts w:ascii="Corbel" w:hAnsi="Corbel"/>
                <w:sz w:val="24"/>
                <w:szCs w:val="24"/>
              </w:rPr>
            </w:pPr>
            <w:r w:rsidRPr="006D4442">
              <w:rPr>
                <w:rFonts w:ascii="Corbel" w:hAnsi="Corbel"/>
                <w:sz w:val="24"/>
                <w:szCs w:val="24"/>
              </w:rPr>
              <w:t xml:space="preserve">Ustawa z dnia 8 września 2006 roku o Państwowym Ratownictwie Medycznym. </w:t>
            </w:r>
          </w:p>
          <w:p w:rsidRPr="00471586" w:rsidR="00471586" w:rsidP="006D4442" w:rsidRDefault="00982537" w14:paraId="0E570184" wp14:textId="77777777">
            <w:pPr>
              <w:spacing w:after="0" w:line="360" w:lineRule="auto"/>
              <w:jc w:val="both"/>
              <w:rPr>
                <w:rFonts w:ascii="Corbel" w:hAnsi="Corbel"/>
                <w:smallCaps/>
                <w:color w:val="000000"/>
              </w:rPr>
            </w:pPr>
            <w:r w:rsidRPr="006D4442">
              <w:rPr>
                <w:rFonts w:ascii="Corbel" w:hAnsi="Corbel"/>
                <w:sz w:val="24"/>
                <w:szCs w:val="24"/>
              </w:rPr>
              <w:t>U</w:t>
            </w:r>
            <w:r w:rsidRPr="006D4442" w:rsidR="00471586">
              <w:rPr>
                <w:rFonts w:ascii="Corbel" w:hAnsi="Corbel"/>
                <w:sz w:val="24"/>
                <w:szCs w:val="24"/>
              </w:rPr>
              <w:t>stawa z dnia 24 sierpnia 1991 roku o ochronie przeciwpożarowej.</w:t>
            </w:r>
          </w:p>
        </w:tc>
      </w:tr>
    </w:tbl>
    <w:p xmlns:wp14="http://schemas.microsoft.com/office/word/2010/wordml" w:rsidRPr="009C54AE" w:rsidR="0085747A" w:rsidP="009C54AE" w:rsidRDefault="0085747A" w14:paraId="61829076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85747A" w14:paraId="2BA226A1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F83B28" w:rsidRDefault="0085747A" w14:paraId="41F88A98" wp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xmlns:wp14="http://schemas.microsoft.com/office/word/2010/wordml" w:rsidR="00DD4FE4" w:rsidP="00C16ABF" w:rsidRDefault="00DD4FE4" w14:paraId="17AD93B2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DD4FE4" w:rsidP="00C16ABF" w:rsidRDefault="00DD4FE4" w14:paraId="0DE4B5B7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xmlns:wp14="http://schemas.microsoft.com/office/word/2010/wordml" w:rsidR="00DD4FE4" w:rsidP="00C16ABF" w:rsidRDefault="00DD4FE4" w14:paraId="66204FF1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DD4FE4" w:rsidP="00C16ABF" w:rsidRDefault="00DD4FE4" w14:paraId="2DBF0D7D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30395F" w:rsidRDefault="0030395F" w14:paraId="0574AFC1" wp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8D63874"/>
    <w:multiLevelType w:val="hybridMultilevel"/>
    <w:tmpl w:val="DFDA6F18"/>
    <w:lvl w:ilvl="0" w:tplc="67221A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Georgia" w:hAnsi="Georgia"/>
      </w:rPr>
    </w:lvl>
    <w:lvl w:ilvl="1" w:tplc="DCD676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Georgia" w:hAnsi="Georgia"/>
      </w:rPr>
    </w:lvl>
    <w:lvl w:ilvl="2" w:tplc="2EA499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Georgia" w:hAnsi="Georgia"/>
      </w:rPr>
    </w:lvl>
    <w:lvl w:ilvl="3" w:tplc="1F1610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Georgia" w:hAnsi="Georgia"/>
      </w:rPr>
    </w:lvl>
    <w:lvl w:ilvl="4" w:tplc="EACAE9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Georgia" w:hAnsi="Georgia"/>
      </w:rPr>
    </w:lvl>
    <w:lvl w:ilvl="5" w:tplc="15B070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Georgia" w:hAnsi="Georgia"/>
      </w:rPr>
    </w:lvl>
    <w:lvl w:ilvl="6" w:tplc="5936F8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Georgia" w:hAnsi="Georgia"/>
      </w:rPr>
    </w:lvl>
    <w:lvl w:ilvl="7" w:tplc="6868CA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Georgia" w:hAnsi="Georgia"/>
      </w:rPr>
    </w:lvl>
    <w:lvl w:ilvl="8" w:tplc="A96E71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Georgia" w:hAnsi="Georgia"/>
      </w:rPr>
    </w:lvl>
  </w:abstractNum>
  <w:abstractNum w:abstractNumId="2" w15:restartNumberingAfterBreak="0">
    <w:nsid w:val="46CC41FB"/>
    <w:multiLevelType w:val="hybridMultilevel"/>
    <w:tmpl w:val="1634086A"/>
    <w:lvl w:ilvl="0" w:tplc="479A68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Georgia" w:hAnsi="Georgia"/>
      </w:rPr>
    </w:lvl>
    <w:lvl w:ilvl="1" w:tplc="133AED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Georgia" w:hAnsi="Georgia"/>
      </w:rPr>
    </w:lvl>
    <w:lvl w:ilvl="2" w:tplc="EF7AB1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Georgia" w:hAnsi="Georgia"/>
      </w:rPr>
    </w:lvl>
    <w:lvl w:ilvl="3" w:tplc="0FB297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Georgia" w:hAnsi="Georgia"/>
      </w:rPr>
    </w:lvl>
    <w:lvl w:ilvl="4" w:tplc="0394BA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Georgia" w:hAnsi="Georgia"/>
      </w:rPr>
    </w:lvl>
    <w:lvl w:ilvl="5" w:tplc="01DE21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Georgia" w:hAnsi="Georgia"/>
      </w:rPr>
    </w:lvl>
    <w:lvl w:ilvl="6" w:tplc="F10881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Georgia" w:hAnsi="Georgia"/>
      </w:rPr>
    </w:lvl>
    <w:lvl w:ilvl="7" w:tplc="26225D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Georgia" w:hAnsi="Georgia"/>
      </w:rPr>
    </w:lvl>
    <w:lvl w:ilvl="8" w:tplc="E36439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Georgia" w:hAnsi="Georgia"/>
      </w:rPr>
    </w:lvl>
  </w:abstractNum>
  <w:abstractNum w:abstractNumId="3" w15:restartNumberingAfterBreak="0">
    <w:nsid w:val="4D4E5F28"/>
    <w:multiLevelType w:val="hybridMultilevel"/>
    <w:tmpl w:val="4D064F2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782E4159"/>
    <w:multiLevelType w:val="hybridMultilevel"/>
    <w:tmpl w:val="6752539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250B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7547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444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71A7"/>
    <w:rsid w:val="003A0A5B"/>
    <w:rsid w:val="003A1176"/>
    <w:rsid w:val="003B5EAD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1586"/>
    <w:rsid w:val="0047598D"/>
    <w:rsid w:val="004840FD"/>
    <w:rsid w:val="004872EF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592C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4442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3450"/>
    <w:rsid w:val="008449B3"/>
    <w:rsid w:val="008552A2"/>
    <w:rsid w:val="0085747A"/>
    <w:rsid w:val="0086015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2537"/>
    <w:rsid w:val="00987706"/>
    <w:rsid w:val="00997F14"/>
    <w:rsid w:val="009A78D9"/>
    <w:rsid w:val="009C3E31"/>
    <w:rsid w:val="009C54AE"/>
    <w:rsid w:val="009C788E"/>
    <w:rsid w:val="009D3F3B"/>
    <w:rsid w:val="009E0543"/>
    <w:rsid w:val="009E1E1A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CE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2748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764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3BBE"/>
    <w:rsid w:val="00D8678B"/>
    <w:rsid w:val="00DA2114"/>
    <w:rsid w:val="00DD4FE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65FD"/>
    <w:rsid w:val="00F17567"/>
    <w:rsid w:val="00F177B2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2D2B"/>
    <w:rsid w:val="00FD503F"/>
    <w:rsid w:val="00FD7589"/>
    <w:rsid w:val="00FF016A"/>
    <w:rsid w:val="00FF1401"/>
    <w:rsid w:val="00FF5E7D"/>
    <w:rsid w:val="3FFBA585"/>
    <w:rsid w:val="51A803A8"/>
    <w:rsid w:val="6C92B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B7867"/>
  <w15:docId w15:val="{299D504A-8D01-4BFD-9C6C-4650CE7681B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807C520CEBD24990D69DD74D8C49AF" ma:contentTypeVersion="7" ma:contentTypeDescription="Utwórz nowy dokument." ma:contentTypeScope="" ma:versionID="3ea0b71891c27680102bfa54759ce67f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935af39e4cf8311f3433a95c1a87a0d7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9348FB-6EA2-43BB-B70D-9D876CA5615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1147806-A9F6-41BB-B0E8-05FE62A370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19D71F-70B0-494E-B57C-2C018FCF4BC8}"/>
</file>

<file path=customXml/itemProps4.xml><?xml version="1.0" encoding="utf-8"?>
<ds:datastoreItem xmlns:ds="http://schemas.openxmlformats.org/officeDocument/2006/customXml" ds:itemID="{2482B85B-FA64-4451-B8D5-729DCF7A6770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Wicherek Damian</lastModifiedBy>
  <revision>4</revision>
  <lastPrinted>2019-02-06T12:12:00.0000000Z</lastPrinted>
  <dcterms:created xsi:type="dcterms:W3CDTF">2022-03-02T09:58:00.0000000Z</dcterms:created>
  <dcterms:modified xsi:type="dcterms:W3CDTF">2022-03-02T10:04:54.3057659Z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